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C7B9C" w14:textId="77777777" w:rsidR="00D53663" w:rsidRDefault="00D53663" w:rsidP="005D6794">
      <w:pPr>
        <w:pStyle w:val="Titul1"/>
      </w:pPr>
    </w:p>
    <w:p w14:paraId="5697FAE0" w14:textId="1CA52295" w:rsidR="00F422D3" w:rsidRPr="005D6794" w:rsidRDefault="00F422D3" w:rsidP="005D6794">
      <w:pPr>
        <w:pStyle w:val="Titul1"/>
      </w:pPr>
      <w:r w:rsidRPr="005D6794">
        <w:t>S</w:t>
      </w:r>
      <w:r w:rsidR="001906C2">
        <w:t>mlouva o dílo na zhotovení stavby</w:t>
      </w:r>
    </w:p>
    <w:p w14:paraId="1F805139" w14:textId="732E7EAA" w:rsidR="00F422D3" w:rsidRDefault="00F422D3" w:rsidP="00B42F40">
      <w:pPr>
        <w:pStyle w:val="Titul2"/>
      </w:pPr>
      <w:r>
        <w:t>Název zakázky: „</w:t>
      </w:r>
      <w:r w:rsidR="00B16A01" w:rsidRPr="00B16A01">
        <w:t>Modernizace trati Hradec Králové - Pardubice - Chrudim, 3. stavba, zdvoukolejnění Pardubice - Rosice nad Labem - Stéblová</w:t>
      </w:r>
      <w:r>
        <w:t>“</w:t>
      </w:r>
    </w:p>
    <w:p w14:paraId="18B8B620" w14:textId="77777777" w:rsidR="00F422D3" w:rsidRPr="00B42F40" w:rsidRDefault="00F422D3" w:rsidP="00B42F40">
      <w:pPr>
        <w:pStyle w:val="Nadpisbezsl1-2"/>
      </w:pPr>
      <w:r w:rsidRPr="00B42F40">
        <w:t>Smluvní strany:</w:t>
      </w:r>
    </w:p>
    <w:p w14:paraId="012FA8DE" w14:textId="1772569A"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00CA0340">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B16A01" w:rsidRDefault="00F422D3" w:rsidP="00B42F40">
      <w:pPr>
        <w:pStyle w:val="Textbezodsazen"/>
        <w:spacing w:after="0"/>
      </w:pPr>
      <w:r w:rsidRPr="00B16A01">
        <w:t xml:space="preserve">zastoupena: Ing. Mojmírem Nejezchlebem, náměstkem GŘ pro modernizaci dráhy </w:t>
      </w:r>
    </w:p>
    <w:p w14:paraId="3CBFA42E" w14:textId="77777777" w:rsidR="00F422D3" w:rsidRDefault="00F422D3" w:rsidP="00B42F40">
      <w:pPr>
        <w:pStyle w:val="Textbezodsazen"/>
      </w:pPr>
      <w:r w:rsidRPr="00B16A01">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06B89E1B" w14:textId="77777777" w:rsidR="00B16A01" w:rsidRDefault="00B16A01" w:rsidP="00B16A01">
      <w:pPr>
        <w:pStyle w:val="Textbezodsazen"/>
        <w:spacing w:after="0"/>
      </w:pPr>
      <w:r>
        <w:t>Správa železnic, státní organizace</w:t>
      </w:r>
    </w:p>
    <w:p w14:paraId="7396195E" w14:textId="77777777" w:rsidR="00B16A01" w:rsidRDefault="00B16A01" w:rsidP="00B16A01">
      <w:pPr>
        <w:pStyle w:val="Textbezodsazen"/>
      </w:pPr>
      <w:r>
        <w:t>Stavební správa východ, Nerudova 1, 779 00 Olomouc</w:t>
      </w:r>
    </w:p>
    <w:p w14:paraId="7949659B" w14:textId="605827C1" w:rsidR="00F422D3" w:rsidRDefault="00B16A01" w:rsidP="00B16A0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636D81AB" w:rsidR="00F422D3" w:rsidRDefault="00F422D3" w:rsidP="00B42F40">
      <w:pPr>
        <w:pStyle w:val="Textbezodsazen"/>
      </w:pPr>
      <w:r>
        <w:t xml:space="preserve">ISPROFOND: </w:t>
      </w:r>
      <w:r w:rsidR="00B16A01">
        <w:t>553</w:t>
      </w:r>
      <w:r w:rsidR="00B16A01" w:rsidRPr="00B16A01">
        <w:t>3520003</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lastRenderedPageBreak/>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4ED7723E" w:rsidR="00F422D3" w:rsidRDefault="00F422D3" w:rsidP="00B42F40">
      <w:pPr>
        <w:pStyle w:val="Textbezodsazen"/>
      </w:pPr>
      <w:r w:rsidRPr="00B42F40">
        <w:t xml:space="preserve">Objednatel si přeje, aby Dílo </w:t>
      </w:r>
      <w:r w:rsidR="00B16A01">
        <w:t>„</w:t>
      </w:r>
      <w:r w:rsidR="00B16A01" w:rsidRPr="00B16A01">
        <w:t xml:space="preserve">Modernizace trati Hradec Králové - Pardubice - Chrudim, 3. stavba, zdvoukolejnění Pardubice - Rosice nad Labem </w:t>
      </w:r>
      <w:r w:rsidR="00B16A01">
        <w:t>–</w:t>
      </w:r>
      <w:r w:rsidR="00B16A01" w:rsidRPr="00B16A01">
        <w:t xml:space="preserve"> Stéblová</w:t>
      </w:r>
      <w:r w:rsidR="00B16A01">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B16A01" w:rsidRDefault="00F422D3" w:rsidP="00600ECE">
      <w:pPr>
        <w:pStyle w:val="slovanseznam3"/>
        <w:rPr>
          <w:sz w:val="18"/>
          <w:szCs w:val="18"/>
        </w:rPr>
      </w:pPr>
      <w:r w:rsidRPr="00B16A01">
        <w:rPr>
          <w:sz w:val="18"/>
          <w:szCs w:val="18"/>
        </w:rPr>
        <w:t>Soupis prací,</w:t>
      </w:r>
    </w:p>
    <w:p w14:paraId="61DDEF7F" w14:textId="77777777" w:rsidR="00F422D3" w:rsidRPr="00C50C28" w:rsidRDefault="00F422D3" w:rsidP="00EA585B">
      <w:pPr>
        <w:pStyle w:val="slovanseznam"/>
        <w:rPr>
          <w:sz w:val="18"/>
          <w:szCs w:val="18"/>
        </w:rPr>
      </w:pPr>
      <w:r w:rsidRPr="00B16A01">
        <w:rPr>
          <w:sz w:val="18"/>
          <w:szCs w:val="18"/>
        </w:rPr>
        <w:t>Specifikace související dokumentace je uvedena</w:t>
      </w:r>
      <w:r w:rsidRPr="00C50C28">
        <w:rPr>
          <w:sz w:val="18"/>
          <w:szCs w:val="18"/>
        </w:rPr>
        <w:t xml:space="preserve">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w:t>
      </w:r>
      <w:r w:rsidRPr="00C50C28">
        <w:rPr>
          <w:sz w:val="18"/>
          <w:szCs w:val="18"/>
        </w:rPr>
        <w:lastRenderedPageBreak/>
        <w:t xml:space="preserve">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2336B297" w:rsidR="00F422D3" w:rsidRPr="00C50C28" w:rsidRDefault="00F422D3" w:rsidP="00425557">
      <w:pPr>
        <w:pStyle w:val="slovanseznam"/>
        <w:rPr>
          <w:color w:val="00B050"/>
          <w:sz w:val="18"/>
          <w:szCs w:val="18"/>
        </w:rPr>
      </w:pPr>
      <w:r w:rsidRPr="00C50C28">
        <w:rPr>
          <w:sz w:val="18"/>
          <w:szCs w:val="18"/>
        </w:rPr>
        <w:t xml:space="preserve">Lhůty stanovené v odst 8.3.3 Všeobecných technických podmínek na realizaci a lhůty stanovené v </w:t>
      </w:r>
      <w:r w:rsidR="00D4328E" w:rsidRPr="00C50C28">
        <w:rPr>
          <w:sz w:val="18"/>
          <w:szCs w:val="18"/>
        </w:rPr>
        <w:t>P</w:t>
      </w:r>
      <w:r w:rsidRPr="00C50C28">
        <w:rPr>
          <w:sz w:val="18"/>
          <w:szCs w:val="18"/>
        </w:rPr>
        <w:t xml:space="preserve">od-článku 7.9 Smluvních podmínek se nepoužijí a nahrazují se lhůtou </w:t>
      </w:r>
      <w:r w:rsidR="00425557" w:rsidRPr="00425557">
        <w:rPr>
          <w:b/>
          <w:sz w:val="18"/>
          <w:szCs w:val="18"/>
        </w:rPr>
        <w:t>11 měsíců</w:t>
      </w:r>
      <w:r w:rsidRPr="00C50C28">
        <w:rPr>
          <w:sz w:val="18"/>
          <w:szCs w:val="18"/>
        </w:rPr>
        <w:t xml:space="preserve"> po dokončení konečného přejímacího řízení poslední Sekce, tj. do </w:t>
      </w:r>
      <w:r w:rsidR="00425557" w:rsidRPr="00425557">
        <w:rPr>
          <w:b/>
          <w:sz w:val="18"/>
          <w:szCs w:val="18"/>
        </w:rPr>
        <w:t>11</w:t>
      </w:r>
      <w:r w:rsidRPr="00425557">
        <w:rPr>
          <w:b/>
          <w:sz w:val="18"/>
          <w:szCs w:val="18"/>
        </w:rPr>
        <w:t xml:space="preserve"> měsíců</w:t>
      </w:r>
      <w:r w:rsidRPr="00C50C28">
        <w:rPr>
          <w:sz w:val="18"/>
          <w:szCs w:val="18"/>
        </w:rPr>
        <w:t xml:space="preserve"> ode dne vydání posledního Potvrzení o převzetí části Díla.</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2B125FDD" w14:textId="77777777" w:rsidR="00652E15" w:rsidRPr="00652E15" w:rsidRDefault="00652E15" w:rsidP="00652E15">
      <w:pPr>
        <w:pStyle w:val="Seznamsodrkami"/>
        <w:ind w:left="1134"/>
        <w:jc w:val="both"/>
        <w:rPr>
          <w:sz w:val="18"/>
          <w:szCs w:val="18"/>
        </w:rPr>
      </w:pPr>
      <w:r w:rsidRPr="00652E15">
        <w:rPr>
          <w:sz w:val="18"/>
          <w:szCs w:val="18"/>
        </w:rPr>
        <w:t>SO 30-31-01</w:t>
      </w:r>
      <w:r w:rsidRPr="00652E15">
        <w:rPr>
          <w:sz w:val="18"/>
          <w:szCs w:val="18"/>
        </w:rPr>
        <w:tab/>
        <w:t xml:space="preserve">Pardubice hl. n. - Pardubice-Rosice nad Labem, železniční </w:t>
      </w:r>
    </w:p>
    <w:p w14:paraId="7AF46B3C" w14:textId="77777777" w:rsidR="00652E15" w:rsidRPr="00652E15" w:rsidRDefault="00652E15" w:rsidP="00652E15">
      <w:pPr>
        <w:pStyle w:val="Seznamsodrkami"/>
        <w:numPr>
          <w:ilvl w:val="0"/>
          <w:numId w:val="0"/>
        </w:numPr>
        <w:ind w:left="1134"/>
        <w:jc w:val="both"/>
        <w:rPr>
          <w:sz w:val="18"/>
          <w:szCs w:val="18"/>
        </w:rPr>
      </w:pPr>
      <w:r w:rsidRPr="00652E15">
        <w:rPr>
          <w:sz w:val="18"/>
          <w:szCs w:val="18"/>
        </w:rPr>
        <w:t xml:space="preserve">                            svršek</w:t>
      </w:r>
    </w:p>
    <w:p w14:paraId="0DC2E7B8" w14:textId="77777777" w:rsidR="00652E15" w:rsidRPr="00652E15" w:rsidRDefault="00652E15" w:rsidP="00652E15">
      <w:pPr>
        <w:pStyle w:val="Seznamsodrkami"/>
        <w:ind w:left="1134"/>
        <w:jc w:val="both"/>
        <w:rPr>
          <w:sz w:val="18"/>
          <w:szCs w:val="18"/>
        </w:rPr>
      </w:pPr>
      <w:r w:rsidRPr="00652E15">
        <w:rPr>
          <w:sz w:val="18"/>
          <w:szCs w:val="18"/>
        </w:rPr>
        <w:t>SO 31-31-01</w:t>
      </w:r>
      <w:r w:rsidRPr="00652E15">
        <w:rPr>
          <w:sz w:val="18"/>
          <w:szCs w:val="18"/>
        </w:rPr>
        <w:tab/>
        <w:t>ŽST Pardubice-Rosice nad Labem, železniční svršek</w:t>
      </w:r>
    </w:p>
    <w:p w14:paraId="09402855" w14:textId="77777777" w:rsidR="00652E15" w:rsidRPr="00652E15" w:rsidRDefault="00652E15" w:rsidP="00652E15">
      <w:pPr>
        <w:pStyle w:val="Seznamsodrkami"/>
        <w:ind w:left="1134"/>
        <w:jc w:val="both"/>
        <w:rPr>
          <w:sz w:val="18"/>
          <w:szCs w:val="18"/>
        </w:rPr>
      </w:pPr>
      <w:r w:rsidRPr="00652E15">
        <w:rPr>
          <w:sz w:val="18"/>
          <w:szCs w:val="18"/>
        </w:rPr>
        <w:t>SO 31-31-02</w:t>
      </w:r>
      <w:r w:rsidRPr="00652E15">
        <w:rPr>
          <w:sz w:val="18"/>
          <w:szCs w:val="18"/>
        </w:rPr>
        <w:tab/>
        <w:t xml:space="preserve">ŽST Pardubice-Rosice nad Labem, vlečka č. 4436 Synthesia, </w:t>
      </w:r>
    </w:p>
    <w:p w14:paraId="7D57F7FA" w14:textId="2AE16C1B" w:rsidR="00652E15" w:rsidRPr="00652E15" w:rsidRDefault="00652E15" w:rsidP="00652E15">
      <w:pPr>
        <w:pStyle w:val="Seznamsodrkami"/>
        <w:numPr>
          <w:ilvl w:val="0"/>
          <w:numId w:val="0"/>
        </w:numPr>
        <w:ind w:left="1134"/>
        <w:jc w:val="both"/>
        <w:rPr>
          <w:sz w:val="18"/>
          <w:szCs w:val="18"/>
        </w:rPr>
      </w:pPr>
      <w:r w:rsidRPr="00652E15">
        <w:rPr>
          <w:sz w:val="18"/>
          <w:szCs w:val="18"/>
        </w:rPr>
        <w:t xml:space="preserve">                           železniční svršek</w:t>
      </w:r>
    </w:p>
    <w:p w14:paraId="32D12D61" w14:textId="77777777" w:rsidR="00652E15" w:rsidRPr="00652E15" w:rsidRDefault="00652E15" w:rsidP="00652E15">
      <w:pPr>
        <w:pStyle w:val="Seznamsodrkami"/>
        <w:ind w:left="1134"/>
        <w:jc w:val="both"/>
        <w:rPr>
          <w:sz w:val="18"/>
          <w:szCs w:val="18"/>
        </w:rPr>
      </w:pPr>
      <w:r w:rsidRPr="00652E15">
        <w:rPr>
          <w:sz w:val="18"/>
          <w:szCs w:val="18"/>
        </w:rPr>
        <w:t>SO 31-31-03</w:t>
      </w:r>
      <w:r w:rsidRPr="00652E15">
        <w:rPr>
          <w:sz w:val="18"/>
          <w:szCs w:val="18"/>
        </w:rPr>
        <w:tab/>
        <w:t>ŽST Pardubice-Rosice nad Labem, vlečka č. 4439 Prefa</w:t>
      </w:r>
    </w:p>
    <w:p w14:paraId="6814E309" w14:textId="7D8528F6" w:rsidR="00652E15" w:rsidRPr="00425557" w:rsidRDefault="00652E15" w:rsidP="00425557">
      <w:pPr>
        <w:pStyle w:val="Seznamsodrkami"/>
        <w:numPr>
          <w:ilvl w:val="0"/>
          <w:numId w:val="0"/>
        </w:numPr>
        <w:ind w:left="1134"/>
        <w:jc w:val="both"/>
        <w:rPr>
          <w:sz w:val="18"/>
          <w:szCs w:val="18"/>
        </w:rPr>
      </w:pPr>
      <w:r w:rsidRPr="00652E15">
        <w:rPr>
          <w:sz w:val="18"/>
          <w:szCs w:val="18"/>
        </w:rPr>
        <w:t xml:space="preserve">                            Pardubice, železniční svršek</w:t>
      </w:r>
    </w:p>
    <w:p w14:paraId="0456B6ED" w14:textId="77777777" w:rsidR="00652E15" w:rsidRPr="00652E15" w:rsidRDefault="00652E15" w:rsidP="00652E15">
      <w:pPr>
        <w:pStyle w:val="Seznamsodrkami"/>
        <w:ind w:left="1134"/>
        <w:jc w:val="both"/>
        <w:rPr>
          <w:sz w:val="18"/>
          <w:szCs w:val="18"/>
        </w:rPr>
      </w:pPr>
      <w:r w:rsidRPr="00652E15">
        <w:rPr>
          <w:sz w:val="18"/>
          <w:szCs w:val="18"/>
        </w:rPr>
        <w:t>SO 34-31-01</w:t>
      </w:r>
      <w:r w:rsidRPr="00652E15">
        <w:rPr>
          <w:sz w:val="18"/>
          <w:szCs w:val="18"/>
        </w:rPr>
        <w:tab/>
        <w:t>Medlešice - Pardubice-Rosice nad Labem, železniční svršek</w:t>
      </w:r>
    </w:p>
    <w:p w14:paraId="0DB44FBB" w14:textId="77777777" w:rsidR="00652E15" w:rsidRPr="00652E15" w:rsidRDefault="00652E15" w:rsidP="00652E15">
      <w:pPr>
        <w:pStyle w:val="Seznamsodrkami"/>
        <w:ind w:left="1134"/>
        <w:jc w:val="both"/>
        <w:rPr>
          <w:sz w:val="18"/>
          <w:szCs w:val="18"/>
        </w:rPr>
      </w:pPr>
      <w:r w:rsidRPr="00652E15">
        <w:rPr>
          <w:sz w:val="18"/>
          <w:szCs w:val="18"/>
        </w:rPr>
        <w:t>SO 31-61-01</w:t>
      </w:r>
      <w:r w:rsidRPr="00652E15">
        <w:rPr>
          <w:sz w:val="18"/>
          <w:szCs w:val="18"/>
        </w:rPr>
        <w:tab/>
        <w:t>ŽST Pardubice-Rosice nad Labem, trakční vedení</w:t>
      </w:r>
    </w:p>
    <w:p w14:paraId="59638429" w14:textId="77777777" w:rsidR="00652E15" w:rsidRPr="00652E15" w:rsidRDefault="00652E15" w:rsidP="00652E15">
      <w:pPr>
        <w:pStyle w:val="Seznamsodrkami"/>
        <w:ind w:left="1134"/>
        <w:jc w:val="both"/>
        <w:rPr>
          <w:sz w:val="18"/>
          <w:szCs w:val="18"/>
        </w:rPr>
      </w:pPr>
      <w:r w:rsidRPr="00652E15">
        <w:rPr>
          <w:sz w:val="18"/>
          <w:szCs w:val="18"/>
        </w:rPr>
        <w:t>SO 32-61-01</w:t>
      </w:r>
      <w:r w:rsidRPr="00652E15">
        <w:rPr>
          <w:sz w:val="18"/>
          <w:szCs w:val="18"/>
        </w:rPr>
        <w:tab/>
        <w:t>Pardubice-Rosice nad Labem - Stéblová, trakční vedení</w:t>
      </w:r>
    </w:p>
    <w:p w14:paraId="59D200D2" w14:textId="77777777" w:rsidR="00652E15" w:rsidRPr="00652E15" w:rsidRDefault="00652E15" w:rsidP="00652E15">
      <w:pPr>
        <w:pStyle w:val="Seznamsodrkami"/>
        <w:ind w:left="1134"/>
        <w:jc w:val="both"/>
        <w:rPr>
          <w:sz w:val="18"/>
          <w:szCs w:val="18"/>
        </w:rPr>
      </w:pPr>
      <w:r w:rsidRPr="00652E15">
        <w:rPr>
          <w:sz w:val="18"/>
          <w:szCs w:val="18"/>
        </w:rPr>
        <w:t>SO 32-61-02</w:t>
      </w:r>
      <w:r w:rsidRPr="00652E15">
        <w:rPr>
          <w:sz w:val="18"/>
          <w:szCs w:val="18"/>
        </w:rPr>
        <w:tab/>
        <w:t>Pardubice-Rosice nad Labem - Stéblová, TM Stéblová, úprava</w:t>
      </w:r>
    </w:p>
    <w:p w14:paraId="68764FA7" w14:textId="77777777" w:rsidR="00652E15" w:rsidRPr="00652E15" w:rsidRDefault="00652E15" w:rsidP="00652E15">
      <w:pPr>
        <w:pStyle w:val="Seznamsodrkami"/>
        <w:numPr>
          <w:ilvl w:val="0"/>
          <w:numId w:val="0"/>
        </w:numPr>
        <w:ind w:left="1134"/>
        <w:jc w:val="both"/>
        <w:rPr>
          <w:sz w:val="18"/>
          <w:szCs w:val="18"/>
        </w:rPr>
      </w:pPr>
      <w:r w:rsidRPr="00652E15">
        <w:rPr>
          <w:sz w:val="18"/>
          <w:szCs w:val="18"/>
        </w:rPr>
        <w:t xml:space="preserve">                            připojení napájecího vedení</w:t>
      </w:r>
    </w:p>
    <w:p w14:paraId="1DDAB1EE" w14:textId="77777777" w:rsidR="00652E15" w:rsidRPr="00652E15" w:rsidRDefault="00652E15" w:rsidP="00652E15">
      <w:pPr>
        <w:pStyle w:val="Seznamsodrkami"/>
        <w:ind w:left="1134"/>
        <w:jc w:val="both"/>
        <w:rPr>
          <w:sz w:val="18"/>
          <w:szCs w:val="18"/>
        </w:rPr>
      </w:pPr>
      <w:r w:rsidRPr="00652E15">
        <w:rPr>
          <w:sz w:val="18"/>
          <w:szCs w:val="18"/>
        </w:rPr>
        <w:t>SO 32-61-03</w:t>
      </w:r>
      <w:r w:rsidRPr="00652E15">
        <w:rPr>
          <w:sz w:val="18"/>
          <w:szCs w:val="18"/>
        </w:rPr>
        <w:tab/>
        <w:t>Pardubice-Rosice nad Labem - Stéblová, TM Stéblová, úprava</w:t>
      </w:r>
    </w:p>
    <w:p w14:paraId="373B25E0" w14:textId="1908576E" w:rsidR="00425557" w:rsidRPr="00652E15" w:rsidRDefault="00652E15" w:rsidP="00425557">
      <w:pPr>
        <w:pStyle w:val="Seznamsodrkami"/>
        <w:numPr>
          <w:ilvl w:val="0"/>
          <w:numId w:val="0"/>
        </w:numPr>
        <w:ind w:left="1134"/>
        <w:jc w:val="both"/>
        <w:rPr>
          <w:sz w:val="18"/>
          <w:szCs w:val="18"/>
        </w:rPr>
      </w:pPr>
      <w:r w:rsidRPr="00652E15">
        <w:rPr>
          <w:sz w:val="18"/>
          <w:szCs w:val="18"/>
        </w:rPr>
        <w:t xml:space="preserve">                            připojení zpětného vedení</w:t>
      </w:r>
    </w:p>
    <w:p w14:paraId="310F2AE8" w14:textId="04D77774" w:rsidR="00652E15" w:rsidRDefault="00652E15" w:rsidP="00CA28D4">
      <w:pPr>
        <w:pStyle w:val="Seznamsodrkami"/>
        <w:ind w:left="1134"/>
        <w:jc w:val="both"/>
        <w:rPr>
          <w:sz w:val="18"/>
          <w:szCs w:val="18"/>
        </w:rPr>
      </w:pPr>
      <w:r w:rsidRPr="00652E15">
        <w:rPr>
          <w:sz w:val="18"/>
          <w:szCs w:val="18"/>
        </w:rPr>
        <w:t>SO 33-61-01</w:t>
      </w:r>
      <w:r w:rsidRPr="00652E15">
        <w:rPr>
          <w:sz w:val="18"/>
          <w:szCs w:val="18"/>
        </w:rPr>
        <w:tab/>
        <w:t>ŽST Stéblová, úprava trakčního vedení</w:t>
      </w:r>
    </w:p>
    <w:p w14:paraId="1F885308" w14:textId="7195E425" w:rsidR="00CA28D4" w:rsidRPr="00CA28D4" w:rsidRDefault="00CA28D4" w:rsidP="00CA28D4">
      <w:pPr>
        <w:pStyle w:val="Seznamsodrkami"/>
        <w:ind w:left="1134"/>
        <w:rPr>
          <w:sz w:val="18"/>
          <w:szCs w:val="18"/>
        </w:rPr>
      </w:pPr>
      <w:r w:rsidRPr="00CA28D4">
        <w:rPr>
          <w:sz w:val="18"/>
          <w:szCs w:val="18"/>
        </w:rPr>
        <w:t xml:space="preserve">SO 31-34-01        ŽST Pardubice-Rosice </w:t>
      </w:r>
      <w:r w:rsidR="00D66953">
        <w:rPr>
          <w:sz w:val="18"/>
          <w:szCs w:val="18"/>
        </w:rPr>
        <w:t>nad Labem, železniční most ev. k</w:t>
      </w:r>
      <w:r w:rsidRPr="00CA28D4">
        <w:rPr>
          <w:sz w:val="18"/>
          <w:szCs w:val="18"/>
        </w:rPr>
        <w:t xml:space="preserve">m 2,184 </w:t>
      </w:r>
    </w:p>
    <w:p w14:paraId="590E5BB4" w14:textId="56F7E177" w:rsidR="00425557" w:rsidRDefault="00CA28D4" w:rsidP="00656FB7">
      <w:pPr>
        <w:pStyle w:val="Seznamsodrkami"/>
        <w:numPr>
          <w:ilvl w:val="0"/>
          <w:numId w:val="0"/>
        </w:numPr>
        <w:ind w:left="1134"/>
        <w:rPr>
          <w:sz w:val="18"/>
          <w:szCs w:val="18"/>
        </w:rPr>
      </w:pPr>
      <w:r>
        <w:rPr>
          <w:sz w:val="18"/>
          <w:szCs w:val="18"/>
        </w:rPr>
        <w:t xml:space="preserve">  </w:t>
      </w:r>
      <w:r w:rsidRPr="00CA28D4">
        <w:rPr>
          <w:sz w:val="18"/>
          <w:szCs w:val="18"/>
        </w:rPr>
        <w:t xml:space="preserve">                         přes řeku Labe</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13A816F5" w14:textId="42B1BD9E" w:rsidR="00F422D3" w:rsidRPr="00C50C28" w:rsidRDefault="00F422D3" w:rsidP="00CA28D4">
      <w:pPr>
        <w:pStyle w:val="slovanseznam2"/>
        <w:rPr>
          <w:i/>
          <w:color w:val="00B050"/>
          <w:sz w:val="18"/>
          <w:szCs w:val="18"/>
        </w:rPr>
      </w:pPr>
      <w:r w:rsidRPr="00C50C28">
        <w:rPr>
          <w:sz w:val="18"/>
          <w:szCs w:val="18"/>
        </w:rPr>
        <w:t xml:space="preserve">změnu závazku v souladu s § 100 odst. 1 </w:t>
      </w:r>
      <w:r w:rsidR="00DA5988" w:rsidRPr="00DA5988">
        <w:rPr>
          <w:sz w:val="18"/>
          <w:szCs w:val="18"/>
        </w:rPr>
        <w:t xml:space="preserve">zákona č. 134/2016 Sb., </w:t>
      </w:r>
      <w:r w:rsidR="00CA28D4" w:rsidRPr="00CA28D4">
        <w:rPr>
          <w:sz w:val="18"/>
          <w:szCs w:val="18"/>
        </w:rPr>
        <w:t>o zadávání veřejných zakázek (dále též ZZVZ) ve věci činností prováděných v souvislosti s Pravidly pro publicitu v rámci OPD pro projekty spolufinancované z fondů EU. Specifikace činností a podmínky pro jejich provedení jsou uvedeny v Technické specifikaci – ZTP.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Zhotoviteli bude uhrazen jen skutečně provedený rozsah tohoto plnění.</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B77506">
        <w:rPr>
          <w:strike/>
          <w:sz w:val="18"/>
          <w:szCs w:val="18"/>
        </w:rPr>
        <w:t>v listinné podobě</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4548B5E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w:t>
      </w:r>
      <w:r w:rsidR="00652E15">
        <w:rPr>
          <w:sz w:val="18"/>
          <w:szCs w:val="18"/>
        </w:rPr>
        <w:t xml:space="preserve"> písm.</w:t>
      </w:r>
      <w:r w:rsidR="00713D6A">
        <w:rPr>
          <w:sz w:val="18"/>
          <w:szCs w:val="18"/>
        </w:rPr>
        <w:t xml:space="preserve"> </w:t>
      </w:r>
      <w:r w:rsidR="00652E15">
        <w:rPr>
          <w:sz w:val="18"/>
          <w:szCs w:val="18"/>
        </w:rPr>
        <w:t>a) a písm.</w:t>
      </w:r>
      <w:r w:rsidR="00713D6A">
        <w:rPr>
          <w:sz w:val="18"/>
          <w:szCs w:val="18"/>
        </w:rPr>
        <w:t xml:space="preserve"> </w:t>
      </w:r>
      <w:r w:rsidR="00652E15">
        <w:rPr>
          <w:sz w:val="18"/>
          <w:szCs w:val="18"/>
        </w:rPr>
        <w:t xml:space="preserve">b) </w:t>
      </w:r>
      <w:r w:rsidRPr="00DA5988">
        <w:rPr>
          <w:sz w:val="18"/>
          <w:szCs w:val="18"/>
        </w:rPr>
        <w:t>se musí rovnat 100% hodnotě veškerých prací provedených v souladu se Smlouvou.</w:t>
      </w:r>
    </w:p>
    <w:p w14:paraId="423F2052" w14:textId="2C0DB03C"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w:t>
      </w:r>
      <w:r w:rsidR="00656FB7">
        <w:rPr>
          <w:sz w:val="18"/>
          <w:szCs w:val="18"/>
        </w:rPr>
        <w:t xml:space="preserve"> </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00526D4E"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00652E15">
        <w:rPr>
          <w:sz w:val="18"/>
          <w:szCs w:val="18"/>
        </w:rPr>
        <w:t>3</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366B3F1E"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60E01C15" w:rsidR="00F465D8" w:rsidRPr="00713D6A" w:rsidRDefault="00F465D8" w:rsidP="00713D6A">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4F4B5EE6" w:rsidR="00F422D3" w:rsidRPr="00713D6A" w:rsidRDefault="00F422D3" w:rsidP="00713D6A">
      <w:pPr>
        <w:pStyle w:val="slovanseznam"/>
        <w:numPr>
          <w:ilvl w:val="0"/>
          <w:numId w:val="0"/>
        </w:numPr>
        <w:tabs>
          <w:tab w:val="left" w:pos="2127"/>
        </w:tabs>
        <w:ind w:left="567"/>
        <w:rPr>
          <w:color w:val="00B050"/>
          <w:sz w:val="18"/>
          <w:szCs w:val="18"/>
        </w:rPr>
      </w:pPr>
      <w:r w:rsidRPr="00F05942">
        <w:rPr>
          <w:sz w:val="18"/>
          <w:szCs w:val="18"/>
        </w:rPr>
        <w:t>Příloha č</w:t>
      </w:r>
      <w:r w:rsidR="00F465D8" w:rsidRPr="00F05942">
        <w:rPr>
          <w:sz w:val="18"/>
          <w:szCs w:val="18"/>
        </w:rPr>
        <w:t xml:space="preserve"> </w:t>
      </w:r>
      <w:r w:rsidRPr="00F05942">
        <w:rPr>
          <w:sz w:val="18"/>
          <w:szCs w:val="18"/>
        </w:rPr>
        <w:t>.</w:t>
      </w:r>
      <w:r w:rsidR="00F465D8" w:rsidRPr="00F05942">
        <w:rPr>
          <w:sz w:val="18"/>
          <w:szCs w:val="18"/>
        </w:rPr>
        <w:t>8</w:t>
      </w:r>
      <w:r w:rsidRPr="00F05942">
        <w:rPr>
          <w:sz w:val="18"/>
          <w:szCs w:val="18"/>
        </w:rPr>
        <w:tab/>
      </w:r>
      <w:r w:rsidR="00F05942" w:rsidRPr="00F05942">
        <w:rPr>
          <w:sz w:val="18"/>
          <w:szCs w:val="18"/>
        </w:rPr>
        <w:t>NEOBSAZENO</w:t>
      </w:r>
    </w:p>
    <w:p w14:paraId="1ECB1E44" w14:textId="2427B2EE" w:rsidR="00F422D3" w:rsidRPr="00AC2EDB" w:rsidRDefault="00F422D3" w:rsidP="002E4514">
      <w:pPr>
        <w:pStyle w:val="slovanseznam"/>
        <w:numPr>
          <w:ilvl w:val="0"/>
          <w:numId w:val="0"/>
        </w:numPr>
        <w:tabs>
          <w:tab w:val="left" w:pos="2127"/>
        </w:tabs>
        <w:ind w:left="2127" w:hanging="1560"/>
        <w:rPr>
          <w:i/>
          <w:color w:val="00B050"/>
          <w:sz w:val="18"/>
          <w:szCs w:val="18"/>
        </w:rPr>
      </w:pPr>
      <w:r w:rsidRPr="00B95492">
        <w:rPr>
          <w:sz w:val="18"/>
          <w:szCs w:val="18"/>
        </w:rPr>
        <w:t>Příloha č.</w:t>
      </w:r>
      <w:r w:rsidR="00F465D8" w:rsidRPr="00B95492">
        <w:rPr>
          <w:sz w:val="18"/>
          <w:szCs w:val="18"/>
        </w:rPr>
        <w:t xml:space="preserve"> 9</w:t>
      </w:r>
      <w:r w:rsidRPr="00B95492">
        <w:rPr>
          <w:sz w:val="18"/>
          <w:szCs w:val="18"/>
        </w:rPr>
        <w:tab/>
        <w:t xml:space="preserve">Žádost o poskytnutí zálohové platby </w:t>
      </w:r>
      <w:r w:rsidR="005C06CE">
        <w:rPr>
          <w:color w:val="00B050"/>
          <w:sz w:val="18"/>
          <w:szCs w:val="18"/>
        </w:rPr>
        <w:t xml:space="preserve"> </w:t>
      </w:r>
    </w:p>
    <w:p w14:paraId="7BD0E540" w14:textId="5C3DBAA4"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r>
      <w:r w:rsidR="00B95492">
        <w:rPr>
          <w:sz w:val="18"/>
          <w:szCs w:val="18"/>
        </w:rPr>
        <w:t>NEOBSAZENO</w:t>
      </w:r>
    </w:p>
    <w:p w14:paraId="654E98DD" w14:textId="4CB5F516"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B95492">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006FC135" w:rsidR="00F422D3" w:rsidRPr="00C50C28" w:rsidRDefault="00F422D3" w:rsidP="009F0867">
      <w:pPr>
        <w:pStyle w:val="Textbezodsazen"/>
      </w:pPr>
      <w:r w:rsidRPr="00C50C28">
        <w:t>V………………</w:t>
      </w:r>
      <w:r w:rsidR="00F05942">
        <w:t>……</w:t>
      </w:r>
      <w:r w:rsidRPr="00C50C28">
        <w:t xml:space="preserve"> dne ……………</w:t>
      </w:r>
      <w:r w:rsidR="00F05942">
        <w:t>…</w:t>
      </w:r>
      <w:r w:rsidRPr="00C50C28">
        <w:t xml:space="preserve"> </w:t>
      </w:r>
      <w:r w:rsidRPr="00C50C28">
        <w:tab/>
      </w:r>
      <w:r w:rsidRPr="00C50C28">
        <w:tab/>
      </w:r>
      <w:r w:rsidRPr="00C50C28">
        <w:tab/>
      </w:r>
      <w:r w:rsidRPr="00C50C28">
        <w:tab/>
        <w:t>V…………………</w:t>
      </w:r>
      <w:r w:rsidR="00F05942">
        <w:t>…</w:t>
      </w:r>
      <w:r w:rsidRPr="00C50C28">
        <w:t xml:space="preserve"> dne ………</w:t>
      </w:r>
      <w:r w:rsidR="00F05942">
        <w:t>……</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58A8A1FD" w:rsidR="00F422D3" w:rsidRPr="00C50C28" w:rsidRDefault="00F422D3" w:rsidP="009F0867">
      <w:pPr>
        <w:pStyle w:val="Textbezodsazen"/>
      </w:pPr>
      <w:r w:rsidRPr="00C50C28">
        <w:t>………………………………………</w:t>
      </w:r>
      <w:r w:rsidRPr="00C50C28">
        <w:tab/>
      </w:r>
      <w:r w:rsidRPr="00C50C28">
        <w:tab/>
      </w:r>
      <w:r w:rsidRPr="00C50C28">
        <w:tab/>
      </w:r>
      <w:r w:rsidRPr="00C50C28">
        <w:tab/>
        <w:t>………………………………………</w:t>
      </w:r>
      <w:r w:rsidR="00F05942">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07E5A05E" w14:textId="16725136"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13EE677C" w:rsidR="002038D5" w:rsidRPr="00F95FBD" w:rsidRDefault="00165977" w:rsidP="00F762A8">
      <w:pPr>
        <w:pStyle w:val="Nadpistabulky"/>
        <w:rPr>
          <w:sz w:val="18"/>
          <w:szCs w:val="18"/>
        </w:rPr>
      </w:pPr>
      <w:r w:rsidRPr="00F95FBD">
        <w:rPr>
          <w:sz w:val="18"/>
          <w:szCs w:val="18"/>
        </w:rPr>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E01D601" w:rsidR="002038D5" w:rsidRDefault="002038D5" w:rsidP="00165977">
      <w:pPr>
        <w:pStyle w:val="Tabulka"/>
      </w:pPr>
    </w:p>
    <w:p w14:paraId="2045846A" w14:textId="1806EFD0" w:rsidR="009A4E1C" w:rsidRPr="00F95FBD" w:rsidRDefault="009A4E1C" w:rsidP="009A4E1C">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9A4E1C" w:rsidRPr="00F95FBD" w14:paraId="21854CBF" w14:textId="77777777" w:rsidTr="009A4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F5A1F6" w14:textId="77777777" w:rsidR="009A4E1C" w:rsidRPr="00F95FBD" w:rsidRDefault="009A4E1C" w:rsidP="009A4E1C">
            <w:pPr>
              <w:pStyle w:val="Tabulka"/>
              <w:keepNext/>
              <w:rPr>
                <w:rStyle w:val="Nadpisvtabulce"/>
              </w:rPr>
            </w:pPr>
            <w:r w:rsidRPr="00F95FBD">
              <w:rPr>
                <w:rStyle w:val="Nadpisvtabulce"/>
              </w:rPr>
              <w:t>Jméno a příjmení</w:t>
            </w:r>
          </w:p>
        </w:tc>
        <w:tc>
          <w:tcPr>
            <w:tcW w:w="5812" w:type="dxa"/>
          </w:tcPr>
          <w:p w14:paraId="5B5330D5" w14:textId="77777777" w:rsidR="009A4E1C" w:rsidRPr="00F95FBD" w:rsidRDefault="009A4E1C" w:rsidP="009A4E1C">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4E1C" w:rsidRPr="00F95FBD" w14:paraId="181D655E"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11DE0E69" w14:textId="77777777" w:rsidR="009A4E1C" w:rsidRPr="00F95FBD" w:rsidRDefault="009A4E1C" w:rsidP="009A4E1C">
            <w:pPr>
              <w:pStyle w:val="Tabulka"/>
              <w:keepNext/>
            </w:pPr>
            <w:r w:rsidRPr="00F95FBD">
              <w:t>Adresa</w:t>
            </w:r>
          </w:p>
        </w:tc>
        <w:tc>
          <w:tcPr>
            <w:tcW w:w="5812" w:type="dxa"/>
          </w:tcPr>
          <w:p w14:paraId="0EDB8F84" w14:textId="77777777" w:rsidR="009A4E1C" w:rsidRPr="00F95FBD" w:rsidRDefault="009A4E1C" w:rsidP="009A4E1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6A9E6B36"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3AC67348" w14:textId="77777777" w:rsidR="009A4E1C" w:rsidRPr="00F95FBD" w:rsidRDefault="009A4E1C" w:rsidP="009A4E1C">
            <w:pPr>
              <w:pStyle w:val="Tabulka"/>
              <w:keepNext/>
            </w:pPr>
            <w:r w:rsidRPr="00F95FBD">
              <w:t>E-mail</w:t>
            </w:r>
          </w:p>
        </w:tc>
        <w:tc>
          <w:tcPr>
            <w:tcW w:w="5812" w:type="dxa"/>
          </w:tcPr>
          <w:p w14:paraId="6A416A78" w14:textId="77777777" w:rsidR="009A4E1C" w:rsidRPr="00F95FBD" w:rsidRDefault="009A4E1C" w:rsidP="009A4E1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4AC35E4C"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5A83ECDA" w14:textId="77777777" w:rsidR="009A4E1C" w:rsidRPr="00F95FBD" w:rsidRDefault="009A4E1C" w:rsidP="009A4E1C">
            <w:pPr>
              <w:pStyle w:val="Tabulka"/>
            </w:pPr>
            <w:r w:rsidRPr="00F95FBD">
              <w:t>Telefon</w:t>
            </w:r>
          </w:p>
        </w:tc>
        <w:tc>
          <w:tcPr>
            <w:tcW w:w="5812" w:type="dxa"/>
          </w:tcPr>
          <w:p w14:paraId="1222592A"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7BE3F8" w14:textId="77777777" w:rsidR="009A4E1C" w:rsidRPr="00F95FBD" w:rsidRDefault="009A4E1C"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3AF2AB3B" w:rsidR="002038D5" w:rsidRPr="00F95FBD" w:rsidRDefault="00D66953" w:rsidP="00165977">
      <w:pPr>
        <w:pStyle w:val="Nadpistabulky"/>
        <w:rPr>
          <w:sz w:val="18"/>
          <w:szCs w:val="18"/>
        </w:rPr>
      </w:pPr>
      <w:r>
        <w:rPr>
          <w:sz w:val="18"/>
          <w:szCs w:val="18"/>
        </w:rPr>
        <w:t xml:space="preserve">Specialista (vedoucí prací) </w:t>
      </w:r>
      <w:r w:rsidR="00165977" w:rsidRPr="00F95FBD">
        <w:rPr>
          <w:sz w:val="18"/>
          <w:szCs w:val="18"/>
        </w:rPr>
        <w:t>n</w:t>
      </w:r>
      <w:r>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bookmarkStart w:id="0" w:name="_GoBack"/>
            <w:bookmarkEnd w:id="0"/>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71FFCD81"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1E934800" w:rsidR="002038D5" w:rsidRDefault="002038D5" w:rsidP="00165977">
      <w:pPr>
        <w:pStyle w:val="Tabulka"/>
      </w:pPr>
    </w:p>
    <w:p w14:paraId="4532FB85" w14:textId="44791658" w:rsidR="009A4E1C" w:rsidRPr="00F95FBD" w:rsidRDefault="009A4E1C" w:rsidP="009A4E1C">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9A4E1C" w:rsidRPr="00F95FBD" w14:paraId="7702FF25" w14:textId="77777777" w:rsidTr="009A4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E80910" w14:textId="77777777" w:rsidR="009A4E1C" w:rsidRPr="00F95FBD" w:rsidRDefault="009A4E1C" w:rsidP="009A4E1C">
            <w:pPr>
              <w:pStyle w:val="Tabulka"/>
              <w:rPr>
                <w:rStyle w:val="Nadpisvtabulce"/>
              </w:rPr>
            </w:pPr>
            <w:r w:rsidRPr="00F95FBD">
              <w:rPr>
                <w:rStyle w:val="Nadpisvtabulce"/>
              </w:rPr>
              <w:t>Jméno a příjmení</w:t>
            </w:r>
          </w:p>
        </w:tc>
        <w:tc>
          <w:tcPr>
            <w:tcW w:w="5812" w:type="dxa"/>
          </w:tcPr>
          <w:p w14:paraId="13B08C4C" w14:textId="77777777" w:rsidR="009A4E1C" w:rsidRPr="00F95FBD" w:rsidRDefault="009A4E1C" w:rsidP="009A4E1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4E1C" w:rsidRPr="00F95FBD" w14:paraId="6D487B8B"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49032FD8" w14:textId="77777777" w:rsidR="009A4E1C" w:rsidRPr="00F95FBD" w:rsidRDefault="009A4E1C" w:rsidP="009A4E1C">
            <w:pPr>
              <w:pStyle w:val="Tabulka"/>
            </w:pPr>
            <w:r w:rsidRPr="00F95FBD">
              <w:t>Adresa</w:t>
            </w:r>
          </w:p>
        </w:tc>
        <w:tc>
          <w:tcPr>
            <w:tcW w:w="5812" w:type="dxa"/>
          </w:tcPr>
          <w:p w14:paraId="1A4F3F9F"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71BD3580"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10B879F6" w14:textId="77777777" w:rsidR="009A4E1C" w:rsidRPr="00F95FBD" w:rsidRDefault="009A4E1C" w:rsidP="009A4E1C">
            <w:pPr>
              <w:pStyle w:val="Tabulka"/>
            </w:pPr>
            <w:r w:rsidRPr="00F95FBD">
              <w:t>E-mail</w:t>
            </w:r>
          </w:p>
        </w:tc>
        <w:tc>
          <w:tcPr>
            <w:tcW w:w="5812" w:type="dxa"/>
          </w:tcPr>
          <w:p w14:paraId="102B8C97"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12451321"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02BA55A2" w14:textId="77777777" w:rsidR="009A4E1C" w:rsidRPr="00F95FBD" w:rsidRDefault="009A4E1C" w:rsidP="009A4E1C">
            <w:pPr>
              <w:pStyle w:val="Tabulka"/>
            </w:pPr>
            <w:r w:rsidRPr="00F95FBD">
              <w:t>Telefon</w:t>
            </w:r>
          </w:p>
        </w:tc>
        <w:tc>
          <w:tcPr>
            <w:tcW w:w="5812" w:type="dxa"/>
          </w:tcPr>
          <w:p w14:paraId="4173CB25"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3DDD0D" w14:textId="77777777" w:rsidR="009A4E1C" w:rsidRPr="00F95FBD" w:rsidRDefault="009A4E1C" w:rsidP="00165977">
      <w:pPr>
        <w:pStyle w:val="Tabulka"/>
      </w:pPr>
    </w:p>
    <w:p w14:paraId="63E5EBD7" w14:textId="3DC64A83"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388ED54F" w:rsidR="002038D5" w:rsidRDefault="002038D5" w:rsidP="00165977">
      <w:pPr>
        <w:pStyle w:val="Tabulka"/>
      </w:pPr>
    </w:p>
    <w:p w14:paraId="35F8A2B6" w14:textId="62D5E702" w:rsidR="009A4E1C" w:rsidRPr="00F95FBD" w:rsidRDefault="009A4E1C" w:rsidP="009A4E1C">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9A4E1C" w:rsidRPr="00F95FBD" w14:paraId="61386E29" w14:textId="77777777" w:rsidTr="009A4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86DF49" w14:textId="77777777" w:rsidR="009A4E1C" w:rsidRPr="00F95FBD" w:rsidRDefault="009A4E1C" w:rsidP="009A4E1C">
            <w:pPr>
              <w:pStyle w:val="Tabulka"/>
              <w:rPr>
                <w:rStyle w:val="Nadpisvtabulce"/>
              </w:rPr>
            </w:pPr>
            <w:r w:rsidRPr="00F95FBD">
              <w:rPr>
                <w:rStyle w:val="Nadpisvtabulce"/>
              </w:rPr>
              <w:t>Jméno a příjmení</w:t>
            </w:r>
          </w:p>
        </w:tc>
        <w:tc>
          <w:tcPr>
            <w:tcW w:w="5812" w:type="dxa"/>
          </w:tcPr>
          <w:p w14:paraId="3730ABB7" w14:textId="77777777" w:rsidR="009A4E1C" w:rsidRPr="00F95FBD" w:rsidRDefault="009A4E1C" w:rsidP="009A4E1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4E1C" w:rsidRPr="00F95FBD" w14:paraId="2B323E21"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4CE6FD33" w14:textId="77777777" w:rsidR="009A4E1C" w:rsidRPr="00F95FBD" w:rsidRDefault="009A4E1C" w:rsidP="009A4E1C">
            <w:pPr>
              <w:pStyle w:val="Tabulka"/>
            </w:pPr>
            <w:r w:rsidRPr="00F95FBD">
              <w:t>Adresa</w:t>
            </w:r>
          </w:p>
        </w:tc>
        <w:tc>
          <w:tcPr>
            <w:tcW w:w="5812" w:type="dxa"/>
          </w:tcPr>
          <w:p w14:paraId="548C735B"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33D21F7B"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41864A2F" w14:textId="77777777" w:rsidR="009A4E1C" w:rsidRPr="00F95FBD" w:rsidRDefault="009A4E1C" w:rsidP="009A4E1C">
            <w:pPr>
              <w:pStyle w:val="Tabulka"/>
            </w:pPr>
            <w:r w:rsidRPr="00F95FBD">
              <w:t>E-mail</w:t>
            </w:r>
          </w:p>
        </w:tc>
        <w:tc>
          <w:tcPr>
            <w:tcW w:w="5812" w:type="dxa"/>
          </w:tcPr>
          <w:p w14:paraId="57D8D0E1"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4426BDD0"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1F0E8010" w14:textId="77777777" w:rsidR="009A4E1C" w:rsidRPr="00F95FBD" w:rsidRDefault="009A4E1C" w:rsidP="009A4E1C">
            <w:pPr>
              <w:pStyle w:val="Tabulka"/>
            </w:pPr>
            <w:r w:rsidRPr="00F95FBD">
              <w:t>Telefon</w:t>
            </w:r>
          </w:p>
        </w:tc>
        <w:tc>
          <w:tcPr>
            <w:tcW w:w="5812" w:type="dxa"/>
          </w:tcPr>
          <w:p w14:paraId="0A539924"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9A1A3B" w14:textId="77777777" w:rsidR="009A4E1C" w:rsidRPr="00F95FBD" w:rsidRDefault="009A4E1C"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12255B88" w:rsidR="00165977" w:rsidRDefault="00165977" w:rsidP="00165977">
      <w:pPr>
        <w:pStyle w:val="Tabulka"/>
      </w:pPr>
    </w:p>
    <w:p w14:paraId="6774C2DB" w14:textId="5DC79FA3" w:rsidR="009A4E1C" w:rsidRPr="00F95FBD" w:rsidRDefault="009A4E1C" w:rsidP="009A4E1C">
      <w:pPr>
        <w:pStyle w:val="Nadpistabulky"/>
        <w:rPr>
          <w:sz w:val="18"/>
          <w:szCs w:val="18"/>
        </w:rPr>
      </w:pPr>
      <w:r w:rsidRPr="00F95FBD">
        <w:rPr>
          <w:sz w:val="18"/>
          <w:szCs w:val="18"/>
        </w:rPr>
        <w:t xml:space="preserve">Osoba odpovědná </w:t>
      </w:r>
      <w:r w:rsidRPr="009A4E1C">
        <w:rPr>
          <w:sz w:val="18"/>
          <w:szCs w:val="18"/>
        </w:rPr>
        <w:t>za ochranu životního prostředí</w:t>
      </w:r>
    </w:p>
    <w:tbl>
      <w:tblPr>
        <w:tblStyle w:val="Tabulka10"/>
        <w:tblW w:w="8868" w:type="dxa"/>
        <w:tblLook w:val="04A0" w:firstRow="1" w:lastRow="0" w:firstColumn="1" w:lastColumn="0" w:noHBand="0" w:noVBand="1"/>
      </w:tblPr>
      <w:tblGrid>
        <w:gridCol w:w="3056"/>
        <w:gridCol w:w="5812"/>
      </w:tblGrid>
      <w:tr w:rsidR="009A4E1C" w:rsidRPr="00F95FBD" w14:paraId="0F34F344" w14:textId="77777777" w:rsidTr="009A4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643237" w14:textId="77777777" w:rsidR="009A4E1C" w:rsidRPr="00F95FBD" w:rsidRDefault="009A4E1C" w:rsidP="009A4E1C">
            <w:pPr>
              <w:pStyle w:val="Tabulka"/>
              <w:rPr>
                <w:rStyle w:val="Nadpisvtabulce"/>
              </w:rPr>
            </w:pPr>
            <w:r w:rsidRPr="00F95FBD">
              <w:rPr>
                <w:rStyle w:val="Nadpisvtabulce"/>
              </w:rPr>
              <w:t>Jméno a příjmení</w:t>
            </w:r>
          </w:p>
        </w:tc>
        <w:tc>
          <w:tcPr>
            <w:tcW w:w="5812" w:type="dxa"/>
          </w:tcPr>
          <w:p w14:paraId="6FE7159C" w14:textId="77777777" w:rsidR="009A4E1C" w:rsidRPr="00F95FBD" w:rsidRDefault="009A4E1C" w:rsidP="009A4E1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4E1C" w:rsidRPr="00F95FBD" w14:paraId="142C2D97"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7D653943" w14:textId="77777777" w:rsidR="009A4E1C" w:rsidRPr="00F95FBD" w:rsidRDefault="009A4E1C" w:rsidP="009A4E1C">
            <w:pPr>
              <w:pStyle w:val="Tabulka"/>
            </w:pPr>
            <w:r w:rsidRPr="00F95FBD">
              <w:t>Adresa</w:t>
            </w:r>
          </w:p>
        </w:tc>
        <w:tc>
          <w:tcPr>
            <w:tcW w:w="5812" w:type="dxa"/>
          </w:tcPr>
          <w:p w14:paraId="2F52BD12"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78B0797B"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7DDDA95B" w14:textId="77777777" w:rsidR="009A4E1C" w:rsidRPr="00F95FBD" w:rsidRDefault="009A4E1C" w:rsidP="009A4E1C">
            <w:pPr>
              <w:pStyle w:val="Tabulka"/>
            </w:pPr>
            <w:r w:rsidRPr="00F95FBD">
              <w:t>E-mail</w:t>
            </w:r>
          </w:p>
        </w:tc>
        <w:tc>
          <w:tcPr>
            <w:tcW w:w="5812" w:type="dxa"/>
          </w:tcPr>
          <w:p w14:paraId="3BB70E68"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19C64EDC"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25314B63" w14:textId="77777777" w:rsidR="009A4E1C" w:rsidRPr="00F95FBD" w:rsidRDefault="009A4E1C" w:rsidP="009A4E1C">
            <w:pPr>
              <w:pStyle w:val="Tabulka"/>
            </w:pPr>
            <w:r w:rsidRPr="00F95FBD">
              <w:t>Telefon</w:t>
            </w:r>
          </w:p>
        </w:tc>
        <w:tc>
          <w:tcPr>
            <w:tcW w:w="5812" w:type="dxa"/>
          </w:tcPr>
          <w:p w14:paraId="6F25D76C"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352010" w14:textId="089B5681" w:rsidR="009A4E1C" w:rsidRDefault="009A4E1C" w:rsidP="00165977">
      <w:pPr>
        <w:pStyle w:val="Tabulka"/>
      </w:pPr>
    </w:p>
    <w:p w14:paraId="536E6CC0" w14:textId="109EE36C" w:rsidR="009A4E1C" w:rsidRPr="00F95FBD" w:rsidRDefault="009A4E1C" w:rsidP="009A4E1C">
      <w:pPr>
        <w:pStyle w:val="Nadpistabulky"/>
        <w:rPr>
          <w:sz w:val="18"/>
          <w:szCs w:val="18"/>
        </w:rPr>
      </w:pPr>
      <w:r w:rsidRPr="00F95FBD">
        <w:rPr>
          <w:sz w:val="18"/>
          <w:szCs w:val="18"/>
        </w:rPr>
        <w:t xml:space="preserve">Osoba odpovědná </w:t>
      </w:r>
      <w:r w:rsidRPr="009A4E1C">
        <w:rPr>
          <w:sz w:val="18"/>
          <w:szCs w:val="18"/>
        </w:rPr>
        <w:t xml:space="preserve">za </w:t>
      </w:r>
      <w:r>
        <w:rPr>
          <w:sz w:val="18"/>
          <w:szCs w:val="18"/>
        </w:rPr>
        <w:t>odpadové ho</w:t>
      </w:r>
      <w:r w:rsidR="00713D6A">
        <w:rPr>
          <w:sz w:val="18"/>
          <w:szCs w:val="18"/>
        </w:rPr>
        <w:t>s</w:t>
      </w:r>
      <w:r>
        <w:rPr>
          <w:sz w:val="18"/>
          <w:szCs w:val="18"/>
        </w:rPr>
        <w:t>podářství</w:t>
      </w:r>
    </w:p>
    <w:tbl>
      <w:tblPr>
        <w:tblStyle w:val="Tabulka10"/>
        <w:tblW w:w="8868" w:type="dxa"/>
        <w:tblLook w:val="04A0" w:firstRow="1" w:lastRow="0" w:firstColumn="1" w:lastColumn="0" w:noHBand="0" w:noVBand="1"/>
      </w:tblPr>
      <w:tblGrid>
        <w:gridCol w:w="3056"/>
        <w:gridCol w:w="5812"/>
      </w:tblGrid>
      <w:tr w:rsidR="009A4E1C" w:rsidRPr="00F95FBD" w14:paraId="3CFF1332" w14:textId="77777777" w:rsidTr="009A4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4ED645" w14:textId="77777777" w:rsidR="009A4E1C" w:rsidRPr="00F95FBD" w:rsidRDefault="009A4E1C" w:rsidP="009A4E1C">
            <w:pPr>
              <w:pStyle w:val="Tabulka"/>
              <w:rPr>
                <w:rStyle w:val="Nadpisvtabulce"/>
              </w:rPr>
            </w:pPr>
            <w:r w:rsidRPr="00F95FBD">
              <w:rPr>
                <w:rStyle w:val="Nadpisvtabulce"/>
              </w:rPr>
              <w:t>Jméno a příjmení</w:t>
            </w:r>
          </w:p>
        </w:tc>
        <w:tc>
          <w:tcPr>
            <w:tcW w:w="5812" w:type="dxa"/>
          </w:tcPr>
          <w:p w14:paraId="417EEAB6" w14:textId="77777777" w:rsidR="009A4E1C" w:rsidRPr="00F95FBD" w:rsidRDefault="009A4E1C" w:rsidP="009A4E1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A4E1C" w:rsidRPr="00F95FBD" w14:paraId="48E59571"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20903F28" w14:textId="77777777" w:rsidR="009A4E1C" w:rsidRPr="00F95FBD" w:rsidRDefault="009A4E1C" w:rsidP="009A4E1C">
            <w:pPr>
              <w:pStyle w:val="Tabulka"/>
            </w:pPr>
            <w:r w:rsidRPr="00F95FBD">
              <w:t>Adresa</w:t>
            </w:r>
          </w:p>
        </w:tc>
        <w:tc>
          <w:tcPr>
            <w:tcW w:w="5812" w:type="dxa"/>
          </w:tcPr>
          <w:p w14:paraId="58D39AC6"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15A58ABF"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2AA2DF07" w14:textId="77777777" w:rsidR="009A4E1C" w:rsidRPr="00F95FBD" w:rsidRDefault="009A4E1C" w:rsidP="009A4E1C">
            <w:pPr>
              <w:pStyle w:val="Tabulka"/>
            </w:pPr>
            <w:r w:rsidRPr="00F95FBD">
              <w:t>E-mail</w:t>
            </w:r>
          </w:p>
        </w:tc>
        <w:tc>
          <w:tcPr>
            <w:tcW w:w="5812" w:type="dxa"/>
          </w:tcPr>
          <w:p w14:paraId="4552D441"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A4E1C" w:rsidRPr="00F95FBD" w14:paraId="54FE07A6" w14:textId="77777777" w:rsidTr="009A4E1C">
        <w:tc>
          <w:tcPr>
            <w:cnfStyle w:val="001000000000" w:firstRow="0" w:lastRow="0" w:firstColumn="1" w:lastColumn="0" w:oddVBand="0" w:evenVBand="0" w:oddHBand="0" w:evenHBand="0" w:firstRowFirstColumn="0" w:firstRowLastColumn="0" w:lastRowFirstColumn="0" w:lastRowLastColumn="0"/>
            <w:tcW w:w="3056" w:type="dxa"/>
          </w:tcPr>
          <w:p w14:paraId="0AC87FA8" w14:textId="77777777" w:rsidR="009A4E1C" w:rsidRPr="00F95FBD" w:rsidRDefault="009A4E1C" w:rsidP="009A4E1C">
            <w:pPr>
              <w:pStyle w:val="Tabulka"/>
            </w:pPr>
            <w:r w:rsidRPr="00F95FBD">
              <w:t>Telefon</w:t>
            </w:r>
          </w:p>
        </w:tc>
        <w:tc>
          <w:tcPr>
            <w:tcW w:w="5812" w:type="dxa"/>
          </w:tcPr>
          <w:p w14:paraId="48D60155" w14:textId="77777777" w:rsidR="009A4E1C" w:rsidRPr="00F95FBD" w:rsidRDefault="009A4E1C" w:rsidP="009A4E1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523627" w14:textId="77777777" w:rsidR="009A4E1C" w:rsidRPr="00F95FBD" w:rsidRDefault="009A4E1C"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114B51A8"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9A4E1C">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820B6" w14:textId="693723AD" w:rsidR="00804D90" w:rsidRPr="00804D90" w:rsidRDefault="00804D90" w:rsidP="00804D90">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066CD85F" w:rsidR="00F22B17" w:rsidRDefault="00F762A8" w:rsidP="00F22B17">
      <w:pPr>
        <w:pStyle w:val="slovanseznam2"/>
      </w:pPr>
      <w:r>
        <w:t>Zhotovitel bude pro Objednatele zpracovávat osobní údaje třetích stran, které jsou v souladu s platnou právní úpravou nezbytné</w:t>
      </w:r>
      <w:r w:rsidR="009A4E1C">
        <w:t xml:space="preserve"> pro uzavření smluv uvedených v</w:t>
      </w:r>
      <w:r w:rsidR="00F22B17" w:rsidRPr="00F07B74">
        <w:t xml:space="preserve"> </w:t>
      </w:r>
      <w:r w:rsidR="009A4E1C">
        <w:t xml:space="preserve">čl.4 </w:t>
      </w:r>
      <w:r w:rsidR="00F22B17" w:rsidRPr="0035389F">
        <w:t>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A1EC919"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9A4E1C">
        <w:t>) (</w:t>
      </w:r>
      <w:r>
        <w:t>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8E933DE" w14:textId="589A044B" w:rsidR="0031488F" w:rsidRDefault="0031488F" w:rsidP="0031488F">
      <w:pPr>
        <w:pStyle w:val="Nadpisbezsl1-1"/>
      </w:pPr>
      <w:r>
        <w:t>Příloha č. 6</w:t>
      </w:r>
    </w:p>
    <w:p w14:paraId="52F98FBC" w14:textId="77777777" w:rsidR="0031488F" w:rsidRPr="00C20F42" w:rsidRDefault="0031488F" w:rsidP="0031488F">
      <w:pPr>
        <w:pStyle w:val="Textbezodsazen"/>
        <w:rPr>
          <w:rStyle w:val="Tun"/>
          <w:b w:val="0"/>
          <w:i/>
          <w:color w:val="00B050"/>
        </w:rPr>
      </w:pPr>
      <w:r>
        <w:rPr>
          <w:rStyle w:val="Tun"/>
          <w:b w:val="0"/>
          <w:i/>
          <w:color w:val="00B050"/>
        </w:rPr>
        <w:t xml:space="preserve">Kopii </w:t>
      </w:r>
      <w:r w:rsidRPr="00C20F42">
        <w:rPr>
          <w:rStyle w:val="Tun"/>
          <w:b w:val="0"/>
          <w:i/>
          <w:color w:val="00B050"/>
        </w:rPr>
        <w:t>Příloh</w:t>
      </w:r>
      <w:r>
        <w:rPr>
          <w:rStyle w:val="Tun"/>
          <w:b w:val="0"/>
          <w:i/>
          <w:color w:val="00B050"/>
        </w:rPr>
        <w:t>y</w:t>
      </w:r>
      <w:r w:rsidRPr="00C20F42">
        <w:rPr>
          <w:rStyle w:val="Tun"/>
          <w:b w:val="0"/>
          <w:i/>
          <w:color w:val="00B050"/>
        </w:rPr>
        <w:t xml:space="preserve"> k nabídce </w:t>
      </w:r>
      <w:r>
        <w:rPr>
          <w:rStyle w:val="Tun"/>
          <w:b w:val="0"/>
          <w:i/>
          <w:color w:val="00B050"/>
        </w:rPr>
        <w:t xml:space="preserve">dle nabídky vybraného Zhotovitele </w:t>
      </w:r>
      <w:r w:rsidRPr="00C20F42">
        <w:rPr>
          <w:rStyle w:val="Tun"/>
          <w:b w:val="0"/>
          <w:i/>
          <w:highlight w:val="green"/>
        </w:rPr>
        <w:t>[VLOŽÍ OBJEDNATEL]</w:t>
      </w:r>
      <w:r w:rsidRPr="00C20F42">
        <w:rPr>
          <w:rStyle w:val="Tun"/>
          <w:b w:val="0"/>
          <w:i/>
        </w:rPr>
        <w:t xml:space="preserve"> </w:t>
      </w:r>
      <w:r w:rsidRPr="00C20F42">
        <w:rPr>
          <w:rStyle w:val="Tun"/>
          <w:b w:val="0"/>
          <w:i/>
          <w:color w:val="00B050"/>
        </w:rPr>
        <w:t>před podpisem SOD</w:t>
      </w:r>
      <w:r>
        <w:rPr>
          <w:rStyle w:val="Tun"/>
          <w:b w:val="0"/>
          <w:i/>
          <w:color w:val="00B050"/>
        </w:rPr>
        <w:t>.</w:t>
      </w:r>
    </w:p>
    <w:p w14:paraId="76364DC2" w14:textId="571F2F4A" w:rsidR="0031488F" w:rsidRDefault="0031488F" w:rsidP="00F762A8">
      <w:pPr>
        <w:pStyle w:val="Nadpisbezsl1-1"/>
      </w:pPr>
    </w:p>
    <w:p w14:paraId="626610E8" w14:textId="0B35F2E0" w:rsidR="0031488F" w:rsidRDefault="0031488F" w:rsidP="0031488F">
      <w:pPr>
        <w:pStyle w:val="Nadpisbezsl1-2"/>
      </w:pPr>
    </w:p>
    <w:p w14:paraId="10AD01E8" w14:textId="24B63B84" w:rsidR="0031488F" w:rsidRDefault="0031488F" w:rsidP="00F762A8">
      <w:pPr>
        <w:pStyle w:val="Nadpisbezsl1-1"/>
      </w:pPr>
    </w:p>
    <w:p w14:paraId="1BC0022A" w14:textId="2F7D20C4" w:rsidR="0031488F" w:rsidRPr="0031488F" w:rsidRDefault="0031488F" w:rsidP="0031488F">
      <w:pPr>
        <w:pStyle w:val="Nadpisbezsl1-2"/>
      </w:pPr>
    </w:p>
    <w:p w14:paraId="2C9EC06E" w14:textId="77777777" w:rsidR="0031488F" w:rsidRDefault="0031488F" w:rsidP="00F762A8">
      <w:pPr>
        <w:pStyle w:val="Nadpisbezsl1-1"/>
      </w:pPr>
    </w:p>
    <w:p w14:paraId="7A48340C" w14:textId="77777777" w:rsidR="0031488F" w:rsidRDefault="0031488F" w:rsidP="00F762A8">
      <w:pPr>
        <w:pStyle w:val="Nadpisbezsl1-1"/>
      </w:pPr>
    </w:p>
    <w:p w14:paraId="080A3CA5" w14:textId="77777777" w:rsidR="0031488F" w:rsidRDefault="0031488F" w:rsidP="00F762A8">
      <w:pPr>
        <w:pStyle w:val="Nadpisbezsl1-1"/>
      </w:pPr>
    </w:p>
    <w:p w14:paraId="6CD08F05" w14:textId="77777777" w:rsidR="0031488F" w:rsidRDefault="0031488F" w:rsidP="00F762A8">
      <w:pPr>
        <w:pStyle w:val="Nadpisbezsl1-1"/>
      </w:pPr>
    </w:p>
    <w:p w14:paraId="199F6F4B" w14:textId="77777777" w:rsidR="0031488F" w:rsidRDefault="0031488F" w:rsidP="00F762A8">
      <w:pPr>
        <w:pStyle w:val="Nadpisbezsl1-1"/>
      </w:pPr>
    </w:p>
    <w:p w14:paraId="52508F23" w14:textId="77777777" w:rsidR="0031488F" w:rsidRDefault="0031488F" w:rsidP="00F762A8">
      <w:pPr>
        <w:pStyle w:val="Nadpisbezsl1-1"/>
      </w:pPr>
    </w:p>
    <w:p w14:paraId="71D0E58C" w14:textId="77777777" w:rsidR="0031488F" w:rsidRDefault="0031488F" w:rsidP="00F762A8">
      <w:pPr>
        <w:pStyle w:val="Nadpisbezsl1-1"/>
      </w:pPr>
    </w:p>
    <w:p w14:paraId="0FE3BD60" w14:textId="60C44FAA" w:rsidR="0031488F" w:rsidRPr="0031488F" w:rsidRDefault="0031488F" w:rsidP="0031488F">
      <w:pPr>
        <w:spacing w:after="240" w:line="264" w:lineRule="auto"/>
        <w:rPr>
          <w:b/>
          <w:caps/>
          <w:sz w:val="22"/>
          <w:szCs w:val="18"/>
        </w:rPr>
      </w:pPr>
      <w:r>
        <w:br w:type="page"/>
      </w:r>
    </w:p>
    <w:p w14:paraId="3E5A5608" w14:textId="37312FD3" w:rsidR="00F762A8" w:rsidRPr="005E7125" w:rsidRDefault="00F762A8" w:rsidP="00F762A8">
      <w:pPr>
        <w:pStyle w:val="Nadpisbezsl1-1"/>
      </w:pPr>
      <w:r w:rsidRPr="005E7125">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00D294E9" w:rsidR="003E3720" w:rsidRDefault="003E3720" w:rsidP="00F762A8">
      <w:pPr>
        <w:pStyle w:val="Textbezodsazen"/>
      </w:pPr>
    </w:p>
    <w:p w14:paraId="29A752D6" w14:textId="02F0D20E" w:rsidR="003A708E" w:rsidRDefault="003A708E" w:rsidP="00F762A8">
      <w:pPr>
        <w:pStyle w:val="Textbezodsazen"/>
      </w:pPr>
    </w:p>
    <w:p w14:paraId="6BB727F1" w14:textId="731122F4" w:rsidR="003A708E" w:rsidRDefault="003A708E" w:rsidP="00F762A8">
      <w:pPr>
        <w:pStyle w:val="Textbezodsazen"/>
      </w:pPr>
    </w:p>
    <w:p w14:paraId="7376CDFE" w14:textId="3C7D5EEF" w:rsidR="003A708E" w:rsidRDefault="003A708E" w:rsidP="00F762A8">
      <w:pPr>
        <w:pStyle w:val="Textbezodsazen"/>
      </w:pPr>
    </w:p>
    <w:p w14:paraId="30AFD90E" w14:textId="37A63FE9" w:rsidR="003A708E" w:rsidRDefault="003A708E" w:rsidP="00F762A8">
      <w:pPr>
        <w:pStyle w:val="Textbezodsazen"/>
      </w:pPr>
    </w:p>
    <w:p w14:paraId="7FEE9A25" w14:textId="79BFF758" w:rsidR="003A708E" w:rsidRDefault="003A708E" w:rsidP="00F762A8">
      <w:pPr>
        <w:pStyle w:val="Textbezodsazen"/>
      </w:pPr>
    </w:p>
    <w:p w14:paraId="5480D810" w14:textId="08022B62" w:rsidR="003A708E" w:rsidRDefault="003A708E" w:rsidP="00F762A8">
      <w:pPr>
        <w:pStyle w:val="Textbezodsazen"/>
      </w:pPr>
    </w:p>
    <w:p w14:paraId="5646F8A3" w14:textId="115EB572" w:rsidR="003A708E" w:rsidRDefault="003A708E" w:rsidP="00F762A8">
      <w:pPr>
        <w:pStyle w:val="Textbezodsazen"/>
      </w:pPr>
    </w:p>
    <w:p w14:paraId="79639E44" w14:textId="56442DEE" w:rsidR="003A708E" w:rsidRDefault="003A708E" w:rsidP="00F762A8">
      <w:pPr>
        <w:pStyle w:val="Textbezodsazen"/>
      </w:pPr>
    </w:p>
    <w:p w14:paraId="10A2E878" w14:textId="79853238" w:rsidR="003A708E" w:rsidRDefault="003A708E" w:rsidP="00F762A8">
      <w:pPr>
        <w:pStyle w:val="Textbezodsazen"/>
      </w:pPr>
    </w:p>
    <w:p w14:paraId="05E475AC" w14:textId="3BCCCF0C" w:rsidR="003A708E" w:rsidRDefault="003A708E" w:rsidP="00F762A8">
      <w:pPr>
        <w:pStyle w:val="Textbezodsazen"/>
      </w:pPr>
    </w:p>
    <w:p w14:paraId="3B2FC38B" w14:textId="2461F543" w:rsidR="003A708E" w:rsidRDefault="003A708E" w:rsidP="00F762A8">
      <w:pPr>
        <w:pStyle w:val="Textbezodsazen"/>
      </w:pPr>
    </w:p>
    <w:p w14:paraId="5D0AC196" w14:textId="1FFF002F" w:rsidR="003A708E" w:rsidRDefault="003A708E" w:rsidP="00F762A8">
      <w:pPr>
        <w:pStyle w:val="Textbezodsazen"/>
      </w:pPr>
    </w:p>
    <w:p w14:paraId="14B6BEA1" w14:textId="57B62C72" w:rsidR="003A708E" w:rsidRDefault="003A708E" w:rsidP="00F762A8">
      <w:pPr>
        <w:pStyle w:val="Textbezodsazen"/>
      </w:pPr>
    </w:p>
    <w:p w14:paraId="02D3F42C" w14:textId="6978928E" w:rsidR="003A708E" w:rsidRDefault="003A708E" w:rsidP="00F762A8">
      <w:pPr>
        <w:pStyle w:val="Textbezodsazen"/>
      </w:pPr>
    </w:p>
    <w:p w14:paraId="519B322B" w14:textId="02F0BA80" w:rsidR="003A708E" w:rsidRDefault="003A708E" w:rsidP="00F762A8">
      <w:pPr>
        <w:pStyle w:val="Textbezodsazen"/>
      </w:pPr>
    </w:p>
    <w:p w14:paraId="5AABBF96" w14:textId="5D44DF98" w:rsidR="003A708E" w:rsidRDefault="003A708E"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2AA447D0" w:rsidR="00392910" w:rsidRDefault="00392910" w:rsidP="00392910">
      <w:pPr>
        <w:pStyle w:val="Textbezodsazen"/>
      </w:pPr>
      <w:r>
        <w:t xml:space="preserve">V souladu s ustanovením pod-článku 14.2 Smluvních podmínek ke Smlouvě o dílo na zhotovení stavby </w:t>
      </w:r>
      <w:r w:rsidR="009A4E1C" w:rsidRPr="009A4E1C">
        <w:rPr>
          <w:b/>
        </w:rPr>
        <w:t>„Modernizace trati Hradec Králové - Pardubice - Chrudim, 3. stavba, zdvoukolejnění Pardubice - Rosice nad Labem – Stéblová“</w:t>
      </w:r>
      <w:r w:rsidR="009A4E1C">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5394B78" w14:textId="07A63ACF" w:rsidR="009B7066" w:rsidRDefault="009B7066" w:rsidP="009B7066">
      <w:pPr>
        <w:pStyle w:val="Nadpisbezsl1-1"/>
      </w:pPr>
      <w:r>
        <w:t>Příloha č. 11</w:t>
      </w:r>
    </w:p>
    <w:p w14:paraId="6C964DDE" w14:textId="032A83B7" w:rsidR="009B7066" w:rsidRPr="009B7066" w:rsidRDefault="009B7066" w:rsidP="009B7066">
      <w:pPr>
        <w:spacing w:after="120" w:line="264" w:lineRule="auto"/>
        <w:jc w:val="both"/>
        <w:rPr>
          <w:sz w:val="18"/>
          <w:szCs w:val="18"/>
        </w:rPr>
      </w:pPr>
      <w:r w:rsidRPr="009B7066">
        <w:rPr>
          <w:b/>
        </w:rPr>
        <w:t>Osvědčení</w:t>
      </w:r>
    </w:p>
    <w:p w14:paraId="5D36244C" w14:textId="77777777" w:rsidR="009B7066" w:rsidRPr="009B7066" w:rsidRDefault="009B7066" w:rsidP="009B7066">
      <w:pPr>
        <w:keepNext/>
        <w:spacing w:after="60" w:line="264" w:lineRule="auto"/>
        <w:jc w:val="center"/>
        <w:outlineLvl w:val="3"/>
        <w:rPr>
          <w:rFonts w:eastAsia="Times New Roman"/>
          <w:b/>
          <w:bCs/>
          <w:sz w:val="28"/>
          <w:szCs w:val="36"/>
        </w:rPr>
      </w:pPr>
      <w:r w:rsidRPr="009B7066">
        <w:rPr>
          <w:rFonts w:eastAsia="Times New Roman"/>
          <w:b/>
          <w:bCs/>
          <w:sz w:val="28"/>
          <w:szCs w:val="36"/>
        </w:rPr>
        <w:t>Osvědčení Správy železnic o řádném poskytnutí a dokončení stavebních prací</w:t>
      </w:r>
    </w:p>
    <w:p w14:paraId="011B721F" w14:textId="77777777" w:rsidR="009B7066" w:rsidRPr="009B7066" w:rsidRDefault="009B7066" w:rsidP="009B7066">
      <w:pPr>
        <w:keepNext/>
        <w:spacing w:after="60" w:line="264" w:lineRule="auto"/>
        <w:outlineLvl w:val="3"/>
        <w:rPr>
          <w:rFonts w:eastAsia="Times New Roman"/>
          <w:bCs/>
        </w:rPr>
      </w:pPr>
      <w:r w:rsidRPr="009B7066">
        <w:rPr>
          <w:rFonts w:eastAsia="Times New Roman"/>
          <w:bCs/>
        </w:rPr>
        <w:t>č.j. [●]</w:t>
      </w:r>
    </w:p>
    <w:tbl>
      <w:tblPr>
        <w:tblStyle w:val="Mkatabulky11"/>
        <w:tblW w:w="5000" w:type="pct"/>
        <w:tblLook w:val="04A0" w:firstRow="1" w:lastRow="0" w:firstColumn="1" w:lastColumn="0" w:noHBand="0" w:noVBand="1"/>
      </w:tblPr>
      <w:tblGrid>
        <w:gridCol w:w="4540"/>
        <w:gridCol w:w="4348"/>
      </w:tblGrid>
      <w:tr w:rsidR="009B7066" w:rsidRPr="009B7066" w14:paraId="57194EC1"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F5C211"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Název zakázky:</w:t>
            </w:r>
          </w:p>
        </w:tc>
        <w:tc>
          <w:tcPr>
            <w:tcW w:w="2446" w:type="pct"/>
            <w:vAlign w:val="center"/>
          </w:tcPr>
          <w:p w14:paraId="3322BF80"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9B7066" w:rsidRPr="009B7066" w14:paraId="480536E1"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0EF1B9F"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Číslo smlouvy Správy železnic (CES):</w:t>
            </w:r>
          </w:p>
        </w:tc>
        <w:tc>
          <w:tcPr>
            <w:tcW w:w="2446" w:type="pct"/>
            <w:vAlign w:val="center"/>
          </w:tcPr>
          <w:p w14:paraId="700341E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493E618E"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173F04" w14:textId="77777777" w:rsidR="009B7066" w:rsidRPr="009B7066" w:rsidRDefault="009B7066" w:rsidP="009B7066">
            <w:pPr>
              <w:keepNext/>
              <w:spacing w:after="60" w:line="240" w:lineRule="auto"/>
              <w:outlineLvl w:val="3"/>
              <w:rPr>
                <w:rFonts w:eastAsia="Times New Roman"/>
                <w:b/>
                <w:bCs/>
                <w:vertAlign w:val="superscript"/>
              </w:rPr>
            </w:pPr>
            <w:r w:rsidRPr="009B7066">
              <w:rPr>
                <w:rFonts w:eastAsia="Times New Roman"/>
                <w:b/>
                <w:bCs/>
              </w:rPr>
              <w:t>Objednatel:</w:t>
            </w:r>
          </w:p>
        </w:tc>
        <w:tc>
          <w:tcPr>
            <w:tcW w:w="2446" w:type="pct"/>
            <w:vAlign w:val="center"/>
          </w:tcPr>
          <w:p w14:paraId="15D937CD"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55A587D2"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9315342"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Datum zahájení prací:</w:t>
            </w:r>
          </w:p>
        </w:tc>
        <w:tc>
          <w:tcPr>
            <w:tcW w:w="2446" w:type="pct"/>
            <w:vAlign w:val="center"/>
          </w:tcPr>
          <w:p w14:paraId="74540089"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7A8C34F2"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A586D76"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Datum dokončení prací</w:t>
            </w:r>
            <w:r w:rsidRPr="009B7066">
              <w:rPr>
                <w:rFonts w:eastAsia="Times New Roman"/>
                <w:bCs/>
              </w:rPr>
              <w:t xml:space="preserve"> (stavebních nebo technologických):</w:t>
            </w:r>
          </w:p>
        </w:tc>
        <w:tc>
          <w:tcPr>
            <w:tcW w:w="2446" w:type="pct"/>
            <w:vAlign w:val="center"/>
          </w:tcPr>
          <w:p w14:paraId="3D6C3078"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6A1721F9"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D82172"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Uvedení poslední části stavby do zkušebního provozu:</w:t>
            </w:r>
          </w:p>
        </w:tc>
        <w:tc>
          <w:tcPr>
            <w:tcW w:w="2446" w:type="pct"/>
            <w:vAlign w:val="center"/>
          </w:tcPr>
          <w:p w14:paraId="5188043B"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6D53DD0B"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7F45CB"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Datum dokončení díla</w:t>
            </w:r>
            <w:r w:rsidRPr="009B7066">
              <w:rPr>
                <w:rFonts w:eastAsia="Times New Roman"/>
                <w:bCs/>
              </w:rPr>
              <w:t xml:space="preserve"> (vč. dokumentace):</w:t>
            </w:r>
          </w:p>
        </w:tc>
        <w:tc>
          <w:tcPr>
            <w:tcW w:w="2446" w:type="pct"/>
            <w:vAlign w:val="center"/>
          </w:tcPr>
          <w:p w14:paraId="71A54BA5"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542E6528" w14:textId="77777777" w:rsidTr="00656FB7">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553E29C"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Konečná cena díla celkem</w:t>
            </w:r>
            <w:r w:rsidRPr="009B7066">
              <w:rPr>
                <w:rFonts w:eastAsia="Times New Roman"/>
                <w:bCs/>
              </w:rPr>
              <w:t xml:space="preserve"> v Kč:</w:t>
            </w:r>
          </w:p>
        </w:tc>
        <w:tc>
          <w:tcPr>
            <w:tcW w:w="2446" w:type="pct"/>
            <w:vAlign w:val="center"/>
          </w:tcPr>
          <w:p w14:paraId="3E295F00"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1"/>
        <w:tblpPr w:leftFromText="141" w:rightFromText="141" w:vertAnchor="text" w:horzAnchor="margin" w:tblpXSpec="center" w:tblpY="351"/>
        <w:tblW w:w="0" w:type="auto"/>
        <w:tblLook w:val="04A0" w:firstRow="1" w:lastRow="0" w:firstColumn="1" w:lastColumn="0" w:noHBand="0" w:noVBand="1"/>
      </w:tblPr>
      <w:tblGrid>
        <w:gridCol w:w="4555"/>
        <w:gridCol w:w="4333"/>
      </w:tblGrid>
      <w:tr w:rsidR="009B7066" w:rsidRPr="009B7066" w14:paraId="3AE8CA4F"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2EB876D"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Zhotovitel díla</w:t>
            </w:r>
            <w:r w:rsidRPr="009B7066">
              <w:rPr>
                <w:rFonts w:eastAsia="Times New Roman"/>
                <w:bCs/>
              </w:rPr>
              <w:t xml:space="preserve"> (název dle SOD)</w:t>
            </w:r>
          </w:p>
        </w:tc>
        <w:tc>
          <w:tcPr>
            <w:tcW w:w="4368" w:type="dxa"/>
            <w:vAlign w:val="center"/>
          </w:tcPr>
          <w:p w14:paraId="70B7168B"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9B7066" w:rsidRPr="009B7066" w14:paraId="6BC18446" w14:textId="77777777" w:rsidTr="00656FB7">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FA5FD43"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Správce/vedoucí společník</w:t>
            </w:r>
            <w:r w:rsidRPr="009B7066">
              <w:rPr>
                <w:rFonts w:eastAsia="Times New Roman"/>
                <w:bCs/>
              </w:rPr>
              <w:t xml:space="preserve"> (v případě, kdy se jedná o společnost na základě společenské smlouvy – dříve sdružení):</w:t>
            </w:r>
          </w:p>
        </w:tc>
        <w:tc>
          <w:tcPr>
            <w:tcW w:w="4368" w:type="dxa"/>
            <w:vAlign w:val="center"/>
          </w:tcPr>
          <w:p w14:paraId="6DF1AE88"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105B872C" w14:textId="77777777" w:rsidTr="00656FB7">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9FC6EC8"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4368" w:type="dxa"/>
            <w:vAlign w:val="center"/>
          </w:tcPr>
          <w:p w14:paraId="6432EA83"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585F591B" w14:textId="77777777" w:rsidTr="00656FB7">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25D65D3"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4368" w:type="dxa"/>
            <w:vAlign w:val="center"/>
          </w:tcPr>
          <w:p w14:paraId="74180406"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49E80FD9" w14:textId="77777777" w:rsidTr="00656FB7">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CEA559F"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4368" w:type="dxa"/>
            <w:vAlign w:val="center"/>
          </w:tcPr>
          <w:p w14:paraId="24E3956C"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37E83F01" w14:textId="77777777" w:rsidTr="00656FB7">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6B4D9D6" w14:textId="77777777" w:rsidR="009B7066" w:rsidRPr="009B7066" w:rsidRDefault="009B7066" w:rsidP="009B7066">
            <w:pPr>
              <w:keepNext/>
              <w:spacing w:after="60" w:line="240" w:lineRule="auto"/>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4368" w:type="dxa"/>
            <w:vAlign w:val="center"/>
          </w:tcPr>
          <w:p w14:paraId="4315D70F"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63C5DA0F" w14:textId="77777777" w:rsidR="009B7066" w:rsidRPr="009B7066" w:rsidRDefault="009B7066" w:rsidP="009B7066">
      <w:pPr>
        <w:keepNext/>
        <w:spacing w:after="60" w:line="264" w:lineRule="auto"/>
        <w:outlineLvl w:val="3"/>
        <w:rPr>
          <w:rFonts w:eastAsia="Times New Roman"/>
          <w:b/>
          <w:bCs/>
          <w:color w:val="FF0000"/>
          <w:sz w:val="16"/>
        </w:rPr>
      </w:pPr>
    </w:p>
    <w:tbl>
      <w:tblPr>
        <w:tblStyle w:val="Mkatabulky11"/>
        <w:tblpPr w:leftFromText="141" w:rightFromText="141" w:vertAnchor="text" w:horzAnchor="margin" w:tblpY="5229"/>
        <w:tblW w:w="0" w:type="auto"/>
        <w:tblLook w:val="04A0" w:firstRow="1" w:lastRow="0" w:firstColumn="1" w:lastColumn="0" w:noHBand="0" w:noVBand="1"/>
      </w:tblPr>
      <w:tblGrid>
        <w:gridCol w:w="2944"/>
        <w:gridCol w:w="2879"/>
        <w:gridCol w:w="1548"/>
      </w:tblGrid>
      <w:tr w:rsidR="009B7066" w:rsidRPr="009B7066" w14:paraId="6B261522"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4" w:type="dxa"/>
            <w:shd w:val="clear" w:color="auto" w:fill="FFBFBF" w:themeFill="accent6" w:themeFillTint="33"/>
          </w:tcPr>
          <w:p w14:paraId="384B6357"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Identifikace poddodavatele</w:t>
            </w:r>
            <w:r w:rsidRPr="009B7066">
              <w:rPr>
                <w:rFonts w:eastAsia="Times New Roman"/>
                <w:bCs/>
              </w:rPr>
              <w:t xml:space="preserve"> (obchodní firma, sídlo a IČO)</w:t>
            </w:r>
          </w:p>
        </w:tc>
        <w:tc>
          <w:tcPr>
            <w:tcW w:w="2879" w:type="dxa"/>
            <w:shd w:val="clear" w:color="auto" w:fill="FFBFBF" w:themeFill="accent6" w:themeFillTint="33"/>
          </w:tcPr>
          <w:p w14:paraId="3F2EDE0B" w14:textId="77777777" w:rsidR="009B7066" w:rsidRPr="009B7066" w:rsidRDefault="009B7066" w:rsidP="009B706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9B7066">
              <w:rPr>
                <w:rFonts w:eastAsia="Times New Roman"/>
                <w:b/>
                <w:bCs/>
              </w:rPr>
              <w:t>Věcný rozsah poddodávky</w:t>
            </w:r>
            <w:r w:rsidRPr="009B7066">
              <w:rPr>
                <w:rFonts w:eastAsia="Times New Roman"/>
                <w:bCs/>
              </w:rPr>
              <w:t xml:space="preserve"> (označení dle čísel a názvů jednotlivých PS a SO případně jiným vhodným způsobem, nelze-li označit dle SO a PS např. popis vykonaných činností nebo dodávek)</w:t>
            </w:r>
          </w:p>
        </w:tc>
        <w:tc>
          <w:tcPr>
            <w:tcW w:w="1548" w:type="dxa"/>
            <w:shd w:val="clear" w:color="auto" w:fill="FFBFBF" w:themeFill="accent6" w:themeFillTint="33"/>
          </w:tcPr>
          <w:p w14:paraId="040912E2" w14:textId="77777777" w:rsidR="009B7066" w:rsidRPr="009B7066" w:rsidRDefault="009B7066" w:rsidP="009B7066">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9B7066">
              <w:rPr>
                <w:rFonts w:eastAsia="Times New Roman"/>
                <w:b/>
                <w:bCs/>
              </w:rPr>
              <w:t>Hodnota poddodávky</w:t>
            </w:r>
            <w:r w:rsidRPr="009B7066">
              <w:rPr>
                <w:rFonts w:eastAsia="Times New Roman"/>
                <w:bCs/>
              </w:rPr>
              <w:t xml:space="preserve"> v % ze smluvní ceny díla a konkrétní částka v Kč </w:t>
            </w:r>
          </w:p>
        </w:tc>
      </w:tr>
      <w:tr w:rsidR="009B7066" w:rsidRPr="009B7066" w14:paraId="520104CB" w14:textId="77777777" w:rsidTr="00656FB7">
        <w:tc>
          <w:tcPr>
            <w:cnfStyle w:val="001000000000" w:firstRow="0" w:lastRow="0" w:firstColumn="1" w:lastColumn="0" w:oddVBand="0" w:evenVBand="0" w:oddHBand="0" w:evenHBand="0" w:firstRowFirstColumn="0" w:firstRowLastColumn="0" w:lastRowFirstColumn="0" w:lastRowLastColumn="0"/>
            <w:tcW w:w="2944" w:type="dxa"/>
            <w:vAlign w:val="center"/>
          </w:tcPr>
          <w:p w14:paraId="2F059990" w14:textId="77777777" w:rsidR="009B7066" w:rsidRPr="009B7066" w:rsidRDefault="009B7066" w:rsidP="009B7066">
            <w:pPr>
              <w:keepNext/>
              <w:spacing w:after="60" w:line="240" w:lineRule="auto"/>
              <w:jc w:val="center"/>
              <w:outlineLvl w:val="3"/>
              <w:rPr>
                <w:rFonts w:eastAsia="Times New Roman"/>
                <w:bCs/>
                <w:color w:val="FF0000"/>
              </w:rPr>
            </w:pPr>
          </w:p>
        </w:tc>
        <w:tc>
          <w:tcPr>
            <w:tcW w:w="2879" w:type="dxa"/>
            <w:vAlign w:val="center"/>
          </w:tcPr>
          <w:p w14:paraId="04E0E57C"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42D0740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4B85C9E4" w14:textId="77777777" w:rsidTr="00656FB7">
        <w:tc>
          <w:tcPr>
            <w:cnfStyle w:val="001000000000" w:firstRow="0" w:lastRow="0" w:firstColumn="1" w:lastColumn="0" w:oddVBand="0" w:evenVBand="0" w:oddHBand="0" w:evenHBand="0" w:firstRowFirstColumn="0" w:firstRowLastColumn="0" w:lastRowFirstColumn="0" w:lastRowLastColumn="0"/>
            <w:tcW w:w="2944" w:type="dxa"/>
            <w:vAlign w:val="center"/>
          </w:tcPr>
          <w:p w14:paraId="0C21B312" w14:textId="77777777" w:rsidR="009B7066" w:rsidRPr="009B7066" w:rsidRDefault="009B7066" w:rsidP="009B7066">
            <w:pPr>
              <w:keepNext/>
              <w:spacing w:after="60" w:line="240" w:lineRule="auto"/>
              <w:jc w:val="center"/>
              <w:outlineLvl w:val="3"/>
              <w:rPr>
                <w:rFonts w:eastAsia="Times New Roman"/>
                <w:bCs/>
                <w:color w:val="FF0000"/>
              </w:rPr>
            </w:pPr>
          </w:p>
        </w:tc>
        <w:tc>
          <w:tcPr>
            <w:tcW w:w="2879" w:type="dxa"/>
            <w:vAlign w:val="center"/>
          </w:tcPr>
          <w:p w14:paraId="03DF6C6B"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2D4F0529"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0FA5EC8E" w14:textId="77777777" w:rsidTr="00656FB7">
        <w:tc>
          <w:tcPr>
            <w:cnfStyle w:val="001000000000" w:firstRow="0" w:lastRow="0" w:firstColumn="1" w:lastColumn="0" w:oddVBand="0" w:evenVBand="0" w:oddHBand="0" w:evenHBand="0" w:firstRowFirstColumn="0" w:firstRowLastColumn="0" w:lastRowFirstColumn="0" w:lastRowLastColumn="0"/>
            <w:tcW w:w="2944" w:type="dxa"/>
            <w:vAlign w:val="center"/>
          </w:tcPr>
          <w:p w14:paraId="669EFB0E" w14:textId="77777777" w:rsidR="009B7066" w:rsidRPr="009B7066" w:rsidRDefault="009B7066" w:rsidP="009B7066">
            <w:pPr>
              <w:keepNext/>
              <w:spacing w:after="60" w:line="240" w:lineRule="auto"/>
              <w:jc w:val="center"/>
              <w:outlineLvl w:val="3"/>
              <w:rPr>
                <w:rFonts w:eastAsia="Times New Roman"/>
                <w:bCs/>
                <w:color w:val="FF0000"/>
              </w:rPr>
            </w:pPr>
          </w:p>
        </w:tc>
        <w:tc>
          <w:tcPr>
            <w:tcW w:w="2879" w:type="dxa"/>
            <w:vAlign w:val="center"/>
          </w:tcPr>
          <w:p w14:paraId="7C123002"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60C8BA74"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71CB9409" w14:textId="77777777" w:rsidTr="00656FB7">
        <w:tc>
          <w:tcPr>
            <w:cnfStyle w:val="001000000000" w:firstRow="0" w:lastRow="0" w:firstColumn="1" w:lastColumn="0" w:oddVBand="0" w:evenVBand="0" w:oddHBand="0" w:evenHBand="0" w:firstRowFirstColumn="0" w:firstRowLastColumn="0" w:lastRowFirstColumn="0" w:lastRowLastColumn="0"/>
            <w:tcW w:w="2944" w:type="dxa"/>
            <w:vAlign w:val="center"/>
          </w:tcPr>
          <w:p w14:paraId="6B70B317" w14:textId="77777777" w:rsidR="009B7066" w:rsidRPr="009B7066" w:rsidRDefault="009B7066" w:rsidP="009B7066">
            <w:pPr>
              <w:keepNext/>
              <w:spacing w:after="60" w:line="240" w:lineRule="auto"/>
              <w:jc w:val="center"/>
              <w:outlineLvl w:val="3"/>
              <w:rPr>
                <w:rFonts w:eastAsia="Times New Roman"/>
                <w:bCs/>
                <w:color w:val="FF0000"/>
              </w:rPr>
            </w:pPr>
          </w:p>
        </w:tc>
        <w:tc>
          <w:tcPr>
            <w:tcW w:w="2879" w:type="dxa"/>
            <w:vAlign w:val="center"/>
          </w:tcPr>
          <w:p w14:paraId="5D935956"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1548" w:type="dxa"/>
            <w:vAlign w:val="center"/>
          </w:tcPr>
          <w:p w14:paraId="78D72C4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1"/>
        <w:tblW w:w="0" w:type="auto"/>
        <w:tblLook w:val="04A0" w:firstRow="1" w:lastRow="0" w:firstColumn="1" w:lastColumn="0" w:noHBand="0" w:noVBand="1"/>
      </w:tblPr>
      <w:tblGrid>
        <w:gridCol w:w="5857"/>
        <w:gridCol w:w="2845"/>
      </w:tblGrid>
      <w:tr w:rsidR="00DC738E" w:rsidRPr="009B7066" w14:paraId="371B0198"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9FB0619"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Rozsah prací:</w:t>
            </w:r>
          </w:p>
          <w:p w14:paraId="1E25A50E" w14:textId="77777777" w:rsidR="009B7066" w:rsidRPr="009B7066" w:rsidRDefault="009B7066" w:rsidP="009B7066">
            <w:pPr>
              <w:keepNext/>
              <w:spacing w:after="60" w:line="240" w:lineRule="auto"/>
              <w:outlineLvl w:val="3"/>
              <w:rPr>
                <w:rFonts w:eastAsia="Times New Roman"/>
                <w:bCs/>
              </w:rPr>
            </w:pPr>
            <w:r w:rsidRPr="009B7066">
              <w:rPr>
                <w:rFonts w:eastAsia="Times New Roman"/>
                <w:bCs/>
              </w:rPr>
              <w:t>(dle předmětu díla / předmětu plnění VZ)</w:t>
            </w:r>
          </w:p>
        </w:tc>
        <w:tc>
          <w:tcPr>
            <w:tcW w:w="2845" w:type="dxa"/>
            <w:vAlign w:val="center"/>
          </w:tcPr>
          <w:p w14:paraId="2539D7DD"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DC738E" w:rsidRPr="009B7066" w14:paraId="50444BC7"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218E290"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Charakter prací</w:t>
            </w:r>
            <w:r w:rsidRPr="009B7066">
              <w:rPr>
                <w:rFonts w:eastAsia="Times New Roman"/>
                <w:bCs/>
              </w:rPr>
              <w:t xml:space="preserve"> (oprava/údržba/modernizace/rekonstrukce/novostavba)</w:t>
            </w:r>
          </w:p>
        </w:tc>
        <w:tc>
          <w:tcPr>
            <w:tcW w:w="2845" w:type="dxa"/>
            <w:vAlign w:val="center"/>
          </w:tcPr>
          <w:p w14:paraId="2FB86696"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7BAA4239"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1BEF7A"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Délka traťového úseku</w:t>
            </w:r>
            <w:r w:rsidRPr="009B7066">
              <w:rPr>
                <w:rFonts w:eastAsia="Times New Roman"/>
                <w:bCs/>
              </w:rPr>
              <w:t>*</w:t>
            </w:r>
            <w:r w:rsidRPr="009B7066">
              <w:rPr>
                <w:rFonts w:eastAsia="Times New Roman"/>
                <w:b/>
                <w:bCs/>
              </w:rPr>
              <w:t xml:space="preserve"> </w:t>
            </w:r>
            <w:r w:rsidRPr="009B7066">
              <w:rPr>
                <w:rFonts w:eastAsia="Times New Roman"/>
                <w:bCs/>
              </w:rPr>
              <w:t>(v km)</w:t>
            </w:r>
          </w:p>
        </w:tc>
        <w:tc>
          <w:tcPr>
            <w:tcW w:w="2845" w:type="dxa"/>
            <w:vAlign w:val="center"/>
          </w:tcPr>
          <w:p w14:paraId="35BF0186"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2D2E83CC"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DBB8F06"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Dílo probíhalo na trati</w:t>
            </w:r>
            <w:r w:rsidRPr="009B7066">
              <w:rPr>
                <w:rFonts w:eastAsia="Times New Roman"/>
                <w:bCs/>
              </w:rPr>
              <w:t>* jednokolejné / vícekolejné</w:t>
            </w:r>
          </w:p>
        </w:tc>
        <w:tc>
          <w:tcPr>
            <w:tcW w:w="2845" w:type="dxa"/>
            <w:vAlign w:val="center"/>
          </w:tcPr>
          <w:p w14:paraId="2F6ABF02"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441E13D2"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82FB4E"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Dílo probíhalo na trati</w:t>
            </w:r>
            <w:r w:rsidRPr="009B7066">
              <w:rPr>
                <w:rFonts w:eastAsia="Times New Roman"/>
                <w:bCs/>
              </w:rPr>
              <w:t xml:space="preserve">* elektrifikované / neelektrifikované </w:t>
            </w:r>
          </w:p>
        </w:tc>
        <w:tc>
          <w:tcPr>
            <w:tcW w:w="2845" w:type="dxa"/>
            <w:vAlign w:val="center"/>
          </w:tcPr>
          <w:p w14:paraId="77EFC323"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5281E567"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EB2DBD"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Dílo probíhalo na trati</w:t>
            </w:r>
            <w:r w:rsidRPr="009B7066">
              <w:rPr>
                <w:rFonts w:eastAsia="Times New Roman"/>
                <w:bCs/>
              </w:rPr>
              <w:t>* širé (mezistaniční úsek)/ ve stanici</w:t>
            </w:r>
          </w:p>
        </w:tc>
        <w:tc>
          <w:tcPr>
            <w:tcW w:w="2845" w:type="dxa"/>
            <w:vAlign w:val="center"/>
          </w:tcPr>
          <w:p w14:paraId="69468C51"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3DCA5AC7"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4A826C"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železničním svršku</w:t>
            </w:r>
            <w:r w:rsidRPr="009B7066">
              <w:rPr>
                <w:rFonts w:eastAsia="Times New Roman"/>
                <w:bCs/>
              </w:rPr>
              <w:t xml:space="preserve"> (ANO/NE, v případě ANO uvést hodnotu v Kč a délku traťového úseku, v případě železniční stanice počet výhybek)</w:t>
            </w:r>
          </w:p>
        </w:tc>
        <w:tc>
          <w:tcPr>
            <w:tcW w:w="2845" w:type="dxa"/>
            <w:vAlign w:val="center"/>
          </w:tcPr>
          <w:p w14:paraId="317A598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2E7E18E9"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0954FE"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železničním spodku</w:t>
            </w:r>
            <w:r w:rsidRPr="009B7066">
              <w:rPr>
                <w:rFonts w:eastAsia="Times New Roman"/>
                <w:bCs/>
              </w:rPr>
              <w:t xml:space="preserve"> (ANO/NE, v případě ANO uvést hodnotu v Kč a délku)</w:t>
            </w:r>
          </w:p>
        </w:tc>
        <w:tc>
          <w:tcPr>
            <w:tcW w:w="2845" w:type="dxa"/>
            <w:vAlign w:val="center"/>
          </w:tcPr>
          <w:p w14:paraId="5C0E5FCD"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2E892FE6"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68E6987"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železničním mostním objektu</w:t>
            </w:r>
            <w:r w:rsidRPr="009B7066">
              <w:rPr>
                <w:rFonts w:eastAsia="Times New Roman"/>
                <w:bCs/>
              </w:rPr>
              <w:t xml:space="preserve"> (ANO/NE, v případě ANO uvést hodnotu v Kč a délku mostního objektů/mostních objektů, případně jinou specifikaci)</w:t>
            </w:r>
          </w:p>
        </w:tc>
        <w:tc>
          <w:tcPr>
            <w:tcW w:w="2845" w:type="dxa"/>
            <w:vAlign w:val="center"/>
          </w:tcPr>
          <w:p w14:paraId="10733371"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0DE8247A"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FFF46B8"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trakčním vedení</w:t>
            </w:r>
            <w:r w:rsidRPr="009B7066">
              <w:rPr>
                <w:rFonts w:eastAsia="Times New Roman"/>
                <w:bCs/>
              </w:rPr>
              <w:t xml:space="preserve"> (ANO/NE, v případě ANO uvést hodnotu v Kč a délku traťového úseku)</w:t>
            </w:r>
          </w:p>
        </w:tc>
        <w:tc>
          <w:tcPr>
            <w:tcW w:w="2845" w:type="dxa"/>
            <w:vAlign w:val="center"/>
          </w:tcPr>
          <w:p w14:paraId="5F48FB93"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2DFC938F"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DCC0948"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zabezpečovacím zařízení</w:t>
            </w:r>
            <w:r w:rsidRPr="009B7066">
              <w:rPr>
                <w:rFonts w:eastAsia="Times New Roman"/>
                <w:bCs/>
              </w:rPr>
              <w:t xml:space="preserve"> (ANO/NE, v případě ANO uvést hodnotu v Kč a délku traťového úseku, v případě železniční stanice počet výhybek)</w:t>
            </w:r>
          </w:p>
        </w:tc>
        <w:tc>
          <w:tcPr>
            <w:tcW w:w="2845" w:type="dxa"/>
            <w:vAlign w:val="center"/>
          </w:tcPr>
          <w:p w14:paraId="378CC209"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3CC7A801"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DB5A8F1"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silnoproudých zařízeních</w:t>
            </w:r>
            <w:r w:rsidRPr="009B7066">
              <w:rPr>
                <w:rFonts w:eastAsia="Times New Roman"/>
                <w:bCs/>
              </w:rPr>
              <w:t xml:space="preserve"> (ANO/NE, v případě ANO uvést hodnotu v Kč)</w:t>
            </w:r>
          </w:p>
        </w:tc>
        <w:tc>
          <w:tcPr>
            <w:tcW w:w="2845" w:type="dxa"/>
            <w:vAlign w:val="center"/>
          </w:tcPr>
          <w:p w14:paraId="4D1F1724"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430EBB4F"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8505BB"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tunelové stavbě</w:t>
            </w:r>
            <w:r w:rsidRPr="009B7066">
              <w:rPr>
                <w:rFonts w:eastAsia="Times New Roman"/>
                <w:bCs/>
              </w:rPr>
              <w:t xml:space="preserve"> (ANO/NE, v případě ANO uvést délku tunelu)</w:t>
            </w:r>
          </w:p>
        </w:tc>
        <w:tc>
          <w:tcPr>
            <w:tcW w:w="2845" w:type="dxa"/>
            <w:vAlign w:val="center"/>
          </w:tcPr>
          <w:p w14:paraId="5439A8D4"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DC738E" w:rsidRPr="009B7066" w14:paraId="66B41D3B"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734ADED" w14:textId="77777777" w:rsidR="009B7066" w:rsidRPr="009B7066" w:rsidRDefault="009B7066" w:rsidP="009B7066">
            <w:pPr>
              <w:keepNext/>
              <w:spacing w:after="60" w:line="240" w:lineRule="auto"/>
              <w:outlineLvl w:val="3"/>
              <w:rPr>
                <w:rFonts w:eastAsia="Times New Roman"/>
                <w:b/>
                <w:bCs/>
                <w:color w:val="FF0000"/>
              </w:rPr>
            </w:pPr>
            <w:r w:rsidRPr="009B7066">
              <w:rPr>
                <w:rFonts w:asciiTheme="minorHAnsi" w:hAnsiTheme="minorHAnsi"/>
                <w:b/>
                <w:bCs/>
              </w:rPr>
              <w:t>Stavební práce zahrnovaly práce na</w:t>
            </w:r>
            <w:r w:rsidRPr="009B7066">
              <w:rPr>
                <w:rFonts w:asciiTheme="minorHAnsi" w:hAnsiTheme="minorHAnsi"/>
                <w:bCs/>
              </w:rPr>
              <w:t xml:space="preserve"> </w:t>
            </w:r>
            <w:r w:rsidRPr="009B7066">
              <w:rPr>
                <w:rFonts w:asciiTheme="minorHAnsi" w:hAnsiTheme="minorHAnsi"/>
                <w:b/>
                <w:bCs/>
              </w:rPr>
              <w:t>pozemní stavbě</w:t>
            </w:r>
            <w:r w:rsidRPr="009B7066">
              <w:rPr>
                <w:rFonts w:asciiTheme="minorHAnsi" w:hAnsiTheme="minorHAnsi"/>
                <w:bCs/>
              </w:rPr>
              <w:t xml:space="preserve"> (ANO/NE, v případě ANO uvést typ objektu – budova osobního nádraží, technologická budova apod.)</w:t>
            </w:r>
          </w:p>
        </w:tc>
        <w:tc>
          <w:tcPr>
            <w:tcW w:w="2845" w:type="dxa"/>
            <w:vAlign w:val="center"/>
          </w:tcPr>
          <w:p w14:paraId="2B0129FA"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C738E" w:rsidRPr="009B7066" w14:paraId="14BB2DCD"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6D2503A"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Stavební práce zahrnovaly práce na</w:t>
            </w:r>
            <w:r w:rsidRPr="009B7066">
              <w:rPr>
                <w:rFonts w:eastAsia="Times New Roman"/>
                <w:bCs/>
              </w:rPr>
              <w:t xml:space="preserve"> </w:t>
            </w:r>
            <w:r w:rsidRPr="009B7066">
              <w:rPr>
                <w:rFonts w:eastAsia="Times New Roman"/>
                <w:b/>
                <w:bCs/>
              </w:rPr>
              <w:t xml:space="preserve">stavbě s památkovou ochranou </w:t>
            </w:r>
            <w:r w:rsidRPr="009B7066">
              <w:rPr>
                <w:rFonts w:eastAsia="Times New Roman"/>
                <w:bCs/>
              </w:rPr>
              <w:t>(ANO/NE, v případě ANO uvést druh objektu a hodnotu Kč)</w:t>
            </w:r>
          </w:p>
        </w:tc>
        <w:tc>
          <w:tcPr>
            <w:tcW w:w="2845" w:type="dxa"/>
            <w:vAlign w:val="center"/>
          </w:tcPr>
          <w:p w14:paraId="6D5C9B35"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C738E" w:rsidRPr="009B7066" w14:paraId="4BF2B754"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BD8DA87"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SOD obsahovala</w:t>
            </w:r>
            <w:r w:rsidRPr="009B7066">
              <w:rPr>
                <w:rFonts w:eastAsia="Times New Roman"/>
                <w:bCs/>
              </w:rPr>
              <w:t xml:space="preserve"> </w:t>
            </w:r>
            <w:r w:rsidRPr="009B7066">
              <w:rPr>
                <w:rFonts w:eastAsia="Times New Roman"/>
                <w:b/>
                <w:bCs/>
              </w:rPr>
              <w:t>vyhrazené plnění realizované vlastní kapacitou</w:t>
            </w:r>
            <w:r w:rsidRPr="009B7066">
              <w:rPr>
                <w:rFonts w:eastAsia="Times New Roman"/>
                <w:bCs/>
              </w:rPr>
              <w:t xml:space="preserve"> (ANO/NE, v případě ANO uvést níže uvedené podrobnosti):</w:t>
            </w:r>
          </w:p>
        </w:tc>
        <w:tc>
          <w:tcPr>
            <w:tcW w:w="2845" w:type="dxa"/>
            <w:vAlign w:val="center"/>
          </w:tcPr>
          <w:p w14:paraId="79444AB3"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C738E" w:rsidRPr="009B7066" w14:paraId="5DC10D52"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96FE68F"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 xml:space="preserve">Popis vyhrazeného plnění </w:t>
            </w:r>
            <w:r w:rsidRPr="009B7066">
              <w:rPr>
                <w:rFonts w:eastAsia="Times New Roman"/>
                <w:bCs/>
              </w:rPr>
              <w:t>dle SOD (označení dle čísel a názvů jednotlivých PS a SO):</w:t>
            </w:r>
          </w:p>
        </w:tc>
        <w:tc>
          <w:tcPr>
            <w:tcW w:w="2845" w:type="dxa"/>
            <w:vAlign w:val="center"/>
          </w:tcPr>
          <w:p w14:paraId="14ECDC03"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C738E" w:rsidRPr="009B7066" w14:paraId="3418F23D"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28DF66"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Zhotovitel vyhrazeného plnění:</w:t>
            </w:r>
          </w:p>
        </w:tc>
        <w:tc>
          <w:tcPr>
            <w:tcW w:w="2845" w:type="dxa"/>
            <w:vAlign w:val="center"/>
          </w:tcPr>
          <w:p w14:paraId="050F3961"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DC738E" w:rsidRPr="009B7066" w14:paraId="3C6C1D98" w14:textId="77777777" w:rsidTr="00656FB7">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11EA3F" w14:textId="77777777" w:rsidR="009B7066" w:rsidRPr="009B7066" w:rsidRDefault="009B7066" w:rsidP="009B7066">
            <w:pPr>
              <w:keepNext/>
              <w:spacing w:after="60" w:line="240" w:lineRule="auto"/>
              <w:outlineLvl w:val="3"/>
              <w:rPr>
                <w:rFonts w:eastAsia="Times New Roman"/>
                <w:bCs/>
              </w:rPr>
            </w:pPr>
            <w:r w:rsidRPr="009B7066">
              <w:rPr>
                <w:rFonts w:eastAsia="Times New Roman"/>
                <w:b/>
                <w:bCs/>
              </w:rPr>
              <w:t>Hodnota vyhrazeného plnění v Kč</w:t>
            </w:r>
            <w:r w:rsidRPr="009B7066">
              <w:rPr>
                <w:rFonts w:eastAsia="Times New Roman"/>
                <w:bCs/>
              </w:rPr>
              <w:t>:</w:t>
            </w:r>
          </w:p>
        </w:tc>
        <w:tc>
          <w:tcPr>
            <w:tcW w:w="2845" w:type="dxa"/>
            <w:vAlign w:val="center"/>
          </w:tcPr>
          <w:p w14:paraId="165455CC"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1AB829B0" w14:textId="77777777" w:rsidR="009B7066" w:rsidRPr="009B7066" w:rsidRDefault="009B7066" w:rsidP="009B7066">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3041"/>
        <w:gridCol w:w="2888"/>
        <w:gridCol w:w="2959"/>
      </w:tblGrid>
      <w:tr w:rsidR="009B7066" w:rsidRPr="009B7066" w14:paraId="19D6791A"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23F3C5" w14:textId="77777777" w:rsidR="009B7066" w:rsidRPr="009B7066" w:rsidRDefault="009B7066" w:rsidP="009B7066">
            <w:pPr>
              <w:keepNext/>
              <w:spacing w:after="60" w:line="240" w:lineRule="auto"/>
              <w:jc w:val="center"/>
              <w:outlineLvl w:val="3"/>
              <w:rPr>
                <w:rFonts w:eastAsia="Times New Roman"/>
                <w:b/>
                <w:bCs/>
                <w:sz w:val="16"/>
                <w:vertAlign w:val="superscript"/>
              </w:rPr>
            </w:pPr>
          </w:p>
        </w:tc>
        <w:tc>
          <w:tcPr>
            <w:tcW w:w="3260" w:type="dxa"/>
            <w:shd w:val="clear" w:color="auto" w:fill="FFBFBF" w:themeFill="accent6" w:themeFillTint="33"/>
          </w:tcPr>
          <w:p w14:paraId="4C4B9433"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9B7066">
              <w:rPr>
                <w:rFonts w:eastAsia="Times New Roman"/>
                <w:b/>
                <w:bCs/>
              </w:rPr>
              <w:t>Obchodní firma</w:t>
            </w:r>
          </w:p>
        </w:tc>
        <w:tc>
          <w:tcPr>
            <w:tcW w:w="3260" w:type="dxa"/>
            <w:shd w:val="clear" w:color="auto" w:fill="FFBFBF" w:themeFill="accent6" w:themeFillTint="33"/>
          </w:tcPr>
          <w:p w14:paraId="0A8134E2"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9B7066">
              <w:rPr>
                <w:rFonts w:eastAsia="Times New Roman"/>
                <w:b/>
                <w:bCs/>
              </w:rPr>
              <w:t xml:space="preserve">Hodnota prováděných prací v Kč </w:t>
            </w:r>
            <w:r w:rsidRPr="009B7066">
              <w:rPr>
                <w:rFonts w:eastAsia="Times New Roman"/>
                <w:bCs/>
              </w:rPr>
              <w:t>(bez DPH)</w:t>
            </w:r>
          </w:p>
        </w:tc>
      </w:tr>
      <w:tr w:rsidR="009B7066" w:rsidRPr="009B7066" w14:paraId="15C062DF"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3F09A5C" w14:textId="77777777" w:rsidR="009B7066" w:rsidRPr="009B7066" w:rsidRDefault="009B7066" w:rsidP="009B7066">
            <w:pPr>
              <w:keepNext/>
              <w:spacing w:after="60" w:line="240" w:lineRule="auto"/>
              <w:jc w:val="center"/>
              <w:outlineLvl w:val="3"/>
              <w:rPr>
                <w:rFonts w:eastAsia="Times New Roman"/>
                <w:b/>
                <w:bCs/>
                <w:sz w:val="16"/>
                <w:vertAlign w:val="superscript"/>
              </w:rPr>
            </w:pPr>
            <w:r w:rsidRPr="009B7066">
              <w:rPr>
                <w:rFonts w:eastAsia="Times New Roman"/>
                <w:b/>
                <w:bCs/>
              </w:rPr>
              <w:t>Správce/vedoucí společník</w:t>
            </w:r>
            <w:r w:rsidRPr="009B7066">
              <w:rPr>
                <w:rFonts w:eastAsia="Times New Roman"/>
                <w:bCs/>
              </w:rPr>
              <w:t xml:space="preserve"> (v případě, kdy se jedná o společnost – dříve sdružení):</w:t>
            </w:r>
          </w:p>
        </w:tc>
        <w:tc>
          <w:tcPr>
            <w:tcW w:w="3260" w:type="dxa"/>
            <w:vAlign w:val="center"/>
          </w:tcPr>
          <w:p w14:paraId="505E92F0"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5737E105"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66A1C700"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9DC7A0" w14:textId="77777777" w:rsidR="009B7066" w:rsidRPr="009B7066" w:rsidRDefault="009B7066" w:rsidP="009B7066">
            <w:pPr>
              <w:keepNext/>
              <w:spacing w:after="60" w:line="240" w:lineRule="auto"/>
              <w:jc w:val="center"/>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3260" w:type="dxa"/>
            <w:vAlign w:val="center"/>
          </w:tcPr>
          <w:p w14:paraId="10000AF6"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6CB13DE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6745F588"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75C286F" w14:textId="77777777" w:rsidR="009B7066" w:rsidRPr="009B7066" w:rsidRDefault="009B7066" w:rsidP="009B7066">
            <w:pPr>
              <w:keepNext/>
              <w:spacing w:after="60" w:line="240" w:lineRule="auto"/>
              <w:jc w:val="center"/>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3260" w:type="dxa"/>
            <w:vAlign w:val="center"/>
          </w:tcPr>
          <w:p w14:paraId="55881792"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60FD0F6F"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314E0F5B"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1E944F1" w14:textId="77777777" w:rsidR="009B7066" w:rsidRPr="009B7066" w:rsidRDefault="009B7066" w:rsidP="009B7066">
            <w:pPr>
              <w:keepNext/>
              <w:spacing w:after="60" w:line="240" w:lineRule="auto"/>
              <w:jc w:val="center"/>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3260" w:type="dxa"/>
            <w:vAlign w:val="center"/>
          </w:tcPr>
          <w:p w14:paraId="6D067F8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2D5858A9"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9B7066" w:rsidRPr="009B7066" w14:paraId="282630F0"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AFE63C" w14:textId="77777777" w:rsidR="009B7066" w:rsidRPr="009B7066" w:rsidRDefault="009B7066" w:rsidP="009B7066">
            <w:pPr>
              <w:keepNext/>
              <w:spacing w:after="60" w:line="240" w:lineRule="auto"/>
              <w:jc w:val="center"/>
              <w:outlineLvl w:val="3"/>
              <w:rPr>
                <w:rFonts w:eastAsia="Times New Roman"/>
                <w:b/>
                <w:bCs/>
                <w:sz w:val="16"/>
                <w:vertAlign w:val="superscript"/>
              </w:rPr>
            </w:pPr>
            <w:r w:rsidRPr="009B7066">
              <w:rPr>
                <w:rFonts w:eastAsia="Times New Roman"/>
                <w:b/>
                <w:bCs/>
              </w:rPr>
              <w:t>Další společník</w:t>
            </w:r>
            <w:r w:rsidRPr="009B7066">
              <w:rPr>
                <w:rFonts w:eastAsia="Times New Roman"/>
                <w:bCs/>
              </w:rPr>
              <w:t xml:space="preserve"> (v případě, kdy se jedná o společnost na základě společenské smlouvy – dříve sdružení):</w:t>
            </w:r>
          </w:p>
        </w:tc>
        <w:tc>
          <w:tcPr>
            <w:tcW w:w="3260" w:type="dxa"/>
            <w:vAlign w:val="center"/>
          </w:tcPr>
          <w:p w14:paraId="69204CE8"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7335A91"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4B80B231" w14:textId="77777777" w:rsidTr="00656FB7">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C302CDF" w14:textId="77777777" w:rsidR="009B7066" w:rsidRPr="009B7066" w:rsidRDefault="009B7066" w:rsidP="009B7066">
            <w:pPr>
              <w:keepNext/>
              <w:spacing w:after="60" w:line="240" w:lineRule="auto"/>
              <w:jc w:val="center"/>
              <w:outlineLvl w:val="3"/>
              <w:rPr>
                <w:rFonts w:eastAsia="Times New Roman"/>
                <w:b/>
                <w:bCs/>
              </w:rPr>
            </w:pPr>
            <w:r w:rsidRPr="009B7066">
              <w:rPr>
                <w:rFonts w:eastAsia="Times New Roman"/>
                <w:b/>
                <w:bCs/>
              </w:rPr>
              <w:t xml:space="preserve">Celkem v Kč </w:t>
            </w:r>
          </w:p>
        </w:tc>
        <w:tc>
          <w:tcPr>
            <w:tcW w:w="3260" w:type="dxa"/>
            <w:shd w:val="clear" w:color="auto" w:fill="FFBFBF" w:themeFill="accent6" w:themeFillTint="33"/>
          </w:tcPr>
          <w:p w14:paraId="3F363E01"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9B7066">
              <w:rPr>
                <w:rFonts w:eastAsia="Times New Roman"/>
                <w:b/>
                <w:bCs/>
              </w:rPr>
              <w:t>xxx</w:t>
            </w:r>
          </w:p>
        </w:tc>
        <w:tc>
          <w:tcPr>
            <w:tcW w:w="3260" w:type="dxa"/>
            <w:shd w:val="clear" w:color="auto" w:fill="FFBFBF" w:themeFill="accent6" w:themeFillTint="33"/>
          </w:tcPr>
          <w:p w14:paraId="1EF581C9"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2340E828" w14:textId="77777777" w:rsidR="009B7066" w:rsidRPr="009B7066" w:rsidRDefault="009B7066" w:rsidP="009B7066">
      <w:pPr>
        <w:keepNext/>
        <w:spacing w:after="60" w:line="264" w:lineRule="auto"/>
        <w:jc w:val="center"/>
        <w:outlineLvl w:val="3"/>
        <w:rPr>
          <w:rFonts w:eastAsia="Times New Roman"/>
          <w:b/>
          <w:bCs/>
          <w:color w:val="FF0000"/>
          <w:sz w:val="16"/>
          <w:vertAlign w:val="superscript"/>
        </w:rPr>
      </w:pPr>
    </w:p>
    <w:tbl>
      <w:tblPr>
        <w:tblStyle w:val="Mkatabulky11"/>
        <w:tblW w:w="0" w:type="auto"/>
        <w:tblLook w:val="04A0" w:firstRow="1" w:lastRow="0" w:firstColumn="1" w:lastColumn="0" w:noHBand="0" w:noVBand="1"/>
      </w:tblPr>
      <w:tblGrid>
        <w:gridCol w:w="4460"/>
        <w:gridCol w:w="4428"/>
      </w:tblGrid>
      <w:tr w:rsidR="009B7066" w:rsidRPr="009B7066" w14:paraId="5E0B98B1"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0C16FEA8"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Hodnocení objednatele:</w:t>
            </w:r>
          </w:p>
          <w:p w14:paraId="69342861" w14:textId="77777777" w:rsidR="009B7066" w:rsidRPr="009B7066" w:rsidRDefault="009B7066" w:rsidP="009B7066">
            <w:pPr>
              <w:keepNext/>
              <w:spacing w:after="60" w:line="240" w:lineRule="auto"/>
              <w:outlineLvl w:val="3"/>
              <w:rPr>
                <w:rFonts w:eastAsia="Times New Roman"/>
                <w:b/>
                <w:bCs/>
              </w:rPr>
            </w:pPr>
          </w:p>
          <w:p w14:paraId="10FDF7AB" w14:textId="77777777" w:rsidR="009B7066" w:rsidRPr="009B7066" w:rsidRDefault="009B7066" w:rsidP="009B7066">
            <w:pPr>
              <w:keepNext/>
              <w:spacing w:after="60" w:line="240" w:lineRule="auto"/>
              <w:outlineLvl w:val="3"/>
              <w:rPr>
                <w:rFonts w:eastAsia="Times New Roman"/>
                <w:bCs/>
              </w:rPr>
            </w:pPr>
          </w:p>
          <w:p w14:paraId="7A131A35" w14:textId="77777777" w:rsidR="009B7066" w:rsidRPr="009B7066" w:rsidRDefault="009B7066" w:rsidP="009B7066">
            <w:pPr>
              <w:keepNext/>
              <w:spacing w:after="60" w:line="240" w:lineRule="auto"/>
              <w:outlineLvl w:val="3"/>
              <w:rPr>
                <w:rFonts w:eastAsia="Times New Roman"/>
                <w:bCs/>
              </w:rPr>
            </w:pPr>
          </w:p>
          <w:p w14:paraId="49E16135" w14:textId="77777777" w:rsidR="009B7066" w:rsidRPr="009B7066" w:rsidRDefault="009B7066" w:rsidP="009B7066">
            <w:pPr>
              <w:keepNext/>
              <w:spacing w:after="60" w:line="240" w:lineRule="auto"/>
              <w:outlineLvl w:val="3"/>
              <w:rPr>
                <w:rFonts w:eastAsia="Times New Roman"/>
                <w:bCs/>
              </w:rPr>
            </w:pPr>
          </w:p>
          <w:p w14:paraId="665B1521" w14:textId="77777777" w:rsidR="009B7066" w:rsidRPr="009B7066" w:rsidRDefault="009B7066" w:rsidP="009B7066">
            <w:pPr>
              <w:keepNext/>
              <w:spacing w:after="60" w:line="240" w:lineRule="auto"/>
              <w:outlineLvl w:val="3"/>
              <w:rPr>
                <w:rFonts w:eastAsia="Times New Roman"/>
                <w:bCs/>
              </w:rPr>
            </w:pPr>
          </w:p>
        </w:tc>
        <w:tc>
          <w:tcPr>
            <w:tcW w:w="4890" w:type="dxa"/>
            <w:vAlign w:val="center"/>
          </w:tcPr>
          <w:p w14:paraId="4F467BE3"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9B7066">
              <w:rPr>
                <w:rFonts w:eastAsia="Times New Roman"/>
                <w:bCs/>
              </w:rPr>
              <w:t>Správa železnic osvědčuje, že stavební práce uvedené v tomto osvědčení byly řádně poskytnuty a dokončeny.</w:t>
            </w:r>
          </w:p>
        </w:tc>
      </w:tr>
      <w:tr w:rsidR="009B7066" w:rsidRPr="009B7066" w14:paraId="47658D05" w14:textId="77777777" w:rsidTr="00656FB7">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DEDA759"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Kontaktní osoba:</w:t>
            </w:r>
          </w:p>
        </w:tc>
        <w:tc>
          <w:tcPr>
            <w:tcW w:w="4890" w:type="dxa"/>
            <w:vAlign w:val="center"/>
          </w:tcPr>
          <w:p w14:paraId="2139F480"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1DDFCD57" w14:textId="77777777" w:rsidR="009B7066" w:rsidRPr="009B7066" w:rsidRDefault="009B7066" w:rsidP="009B7066">
      <w:pPr>
        <w:keepNext/>
        <w:spacing w:after="60" w:line="264" w:lineRule="auto"/>
        <w:outlineLvl w:val="3"/>
        <w:rPr>
          <w:rFonts w:eastAsia="Times New Roman"/>
          <w:b/>
          <w:bCs/>
          <w:sz w:val="16"/>
        </w:rPr>
      </w:pPr>
    </w:p>
    <w:tbl>
      <w:tblPr>
        <w:tblStyle w:val="Mkatabulky11"/>
        <w:tblW w:w="0" w:type="auto"/>
        <w:tblLook w:val="04A0" w:firstRow="1" w:lastRow="0" w:firstColumn="1" w:lastColumn="0" w:noHBand="0" w:noVBand="1"/>
      </w:tblPr>
      <w:tblGrid>
        <w:gridCol w:w="4510"/>
        <w:gridCol w:w="4378"/>
      </w:tblGrid>
      <w:tr w:rsidR="009B7066" w:rsidRPr="009B7066" w14:paraId="5E6D5A7C" w14:textId="77777777" w:rsidTr="00656F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DD531E3"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 xml:space="preserve">Jméno a příjmení </w:t>
            </w:r>
            <w:r w:rsidRPr="009B7066">
              <w:rPr>
                <w:rFonts w:eastAsia="Times New Roman"/>
                <w:bCs/>
                <w:sz w:val="18"/>
                <w:szCs w:val="18"/>
              </w:rPr>
              <w:t>vystavitele (viz poznámka 1)</w:t>
            </w:r>
          </w:p>
        </w:tc>
        <w:tc>
          <w:tcPr>
            <w:tcW w:w="4890" w:type="dxa"/>
            <w:vAlign w:val="center"/>
          </w:tcPr>
          <w:p w14:paraId="66E79C8A" w14:textId="77777777" w:rsidR="009B7066" w:rsidRPr="009B7066" w:rsidRDefault="009B7066" w:rsidP="009B7066">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9B7066" w:rsidRPr="009B7066" w14:paraId="205DCFB0" w14:textId="77777777" w:rsidTr="00656FB7">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43526A8"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Funkce:</w:t>
            </w:r>
          </w:p>
        </w:tc>
        <w:tc>
          <w:tcPr>
            <w:tcW w:w="4890" w:type="dxa"/>
            <w:vAlign w:val="center"/>
          </w:tcPr>
          <w:p w14:paraId="2618CC2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5EE87A4E" w14:textId="77777777" w:rsidTr="00656FB7">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9F557A5"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Podpis vystavitele</w:t>
            </w:r>
          </w:p>
          <w:p w14:paraId="6430446F" w14:textId="77777777" w:rsidR="009B7066" w:rsidRPr="009B7066" w:rsidRDefault="009B7066" w:rsidP="009B7066">
            <w:pPr>
              <w:keepNext/>
              <w:spacing w:after="60" w:line="240" w:lineRule="auto"/>
              <w:outlineLvl w:val="3"/>
              <w:rPr>
                <w:rFonts w:eastAsia="Times New Roman"/>
                <w:b/>
                <w:bCs/>
              </w:rPr>
            </w:pPr>
          </w:p>
        </w:tc>
        <w:tc>
          <w:tcPr>
            <w:tcW w:w="4890" w:type="dxa"/>
            <w:vAlign w:val="center"/>
          </w:tcPr>
          <w:p w14:paraId="2ABE3AF4"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9B7066" w:rsidRPr="009B7066" w14:paraId="4FB3AC1F" w14:textId="77777777" w:rsidTr="00656FB7">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7A8F01C" w14:textId="77777777" w:rsidR="009B7066" w:rsidRPr="009B7066" w:rsidRDefault="009B7066" w:rsidP="009B7066">
            <w:pPr>
              <w:keepNext/>
              <w:spacing w:after="60" w:line="240" w:lineRule="auto"/>
              <w:outlineLvl w:val="3"/>
              <w:rPr>
                <w:rFonts w:eastAsia="Times New Roman"/>
                <w:b/>
                <w:bCs/>
              </w:rPr>
            </w:pPr>
            <w:r w:rsidRPr="009B7066">
              <w:rPr>
                <w:rFonts w:eastAsia="Times New Roman"/>
                <w:b/>
                <w:bCs/>
              </w:rPr>
              <w:t>Datum vystavení osvědčení</w:t>
            </w:r>
          </w:p>
        </w:tc>
        <w:tc>
          <w:tcPr>
            <w:tcW w:w="4890" w:type="dxa"/>
            <w:vAlign w:val="center"/>
          </w:tcPr>
          <w:p w14:paraId="4710199E" w14:textId="77777777" w:rsidR="009B7066" w:rsidRPr="009B7066" w:rsidRDefault="009B7066" w:rsidP="009B7066">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3ADF066A" w14:textId="77777777" w:rsidR="009B7066" w:rsidRPr="009B7066" w:rsidRDefault="009B7066" w:rsidP="009B7066">
      <w:pPr>
        <w:keepNext/>
        <w:spacing w:after="60" w:line="264" w:lineRule="auto"/>
        <w:outlineLvl w:val="3"/>
        <w:rPr>
          <w:rFonts w:eastAsia="Times New Roman"/>
          <w:bCs/>
          <w:color w:val="FF0000"/>
          <w:sz w:val="16"/>
        </w:rPr>
      </w:pPr>
    </w:p>
    <w:p w14:paraId="1905F297" w14:textId="77777777" w:rsidR="009B7066" w:rsidRPr="009B7066" w:rsidRDefault="009B7066" w:rsidP="009B7066">
      <w:pPr>
        <w:keepNext/>
        <w:spacing w:after="60" w:line="264" w:lineRule="auto"/>
        <w:jc w:val="both"/>
        <w:outlineLvl w:val="3"/>
        <w:rPr>
          <w:rFonts w:eastAsia="Times New Roman"/>
          <w:bCs/>
          <w:i/>
          <w:sz w:val="18"/>
          <w:szCs w:val="18"/>
        </w:rPr>
      </w:pPr>
      <w:r w:rsidRPr="009B7066">
        <w:rPr>
          <w:rFonts w:eastAsia="Times New Roman"/>
          <w:bCs/>
          <w:i/>
          <w:sz w:val="18"/>
          <w:szCs w:val="18"/>
        </w:rPr>
        <w:t>* Je-li vzhledem k charakteru stavby relevantní.</w:t>
      </w:r>
    </w:p>
    <w:p w14:paraId="14385BC8" w14:textId="77777777" w:rsidR="009B7066" w:rsidRPr="009B7066" w:rsidRDefault="009B7066" w:rsidP="009B7066">
      <w:pPr>
        <w:keepNext/>
        <w:spacing w:after="60" w:line="264" w:lineRule="auto"/>
        <w:jc w:val="both"/>
        <w:outlineLvl w:val="3"/>
        <w:rPr>
          <w:rFonts w:eastAsia="Times New Roman"/>
          <w:b/>
          <w:bCs/>
          <w:i/>
          <w:sz w:val="18"/>
          <w:szCs w:val="18"/>
        </w:rPr>
      </w:pPr>
    </w:p>
    <w:p w14:paraId="5125C1BA" w14:textId="77777777" w:rsidR="009B7066" w:rsidRPr="009B7066" w:rsidRDefault="009B7066" w:rsidP="009B7066">
      <w:pPr>
        <w:keepNext/>
        <w:spacing w:after="60" w:line="264" w:lineRule="auto"/>
        <w:jc w:val="both"/>
        <w:outlineLvl w:val="3"/>
        <w:rPr>
          <w:rFonts w:eastAsia="Times New Roman"/>
          <w:bCs/>
          <w:i/>
          <w:sz w:val="18"/>
          <w:szCs w:val="18"/>
        </w:rPr>
      </w:pPr>
      <w:r w:rsidRPr="009B7066">
        <w:rPr>
          <w:rFonts w:eastAsia="Times New Roman"/>
          <w:b/>
          <w:bCs/>
          <w:i/>
          <w:sz w:val="18"/>
          <w:szCs w:val="18"/>
        </w:rPr>
        <w:t>Poznámka 1:</w:t>
      </w:r>
      <w:r w:rsidRPr="009B7066">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085CDA5" w14:textId="75AE0CE4" w:rsidR="009B7066" w:rsidRPr="009B7066" w:rsidRDefault="009B7066" w:rsidP="009B7066">
      <w:pPr>
        <w:keepNext/>
        <w:spacing w:after="60" w:line="264" w:lineRule="auto"/>
        <w:jc w:val="both"/>
        <w:outlineLvl w:val="3"/>
        <w:rPr>
          <w:rFonts w:eastAsia="Times New Roman"/>
          <w:bCs/>
          <w:i/>
          <w:color w:val="FF0000"/>
          <w:sz w:val="18"/>
          <w:szCs w:val="18"/>
        </w:rPr>
      </w:pPr>
      <w:r w:rsidRPr="009B7066">
        <w:rPr>
          <w:rFonts w:eastAsia="Times New Roman"/>
          <w:b/>
          <w:bCs/>
          <w:i/>
          <w:sz w:val="18"/>
          <w:szCs w:val="18"/>
        </w:rPr>
        <w:t>Poznámka 2:</w:t>
      </w:r>
      <w:r w:rsidRPr="009B7066">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w:t>
      </w:r>
      <w:r w:rsidR="00400436">
        <w:rPr>
          <w:rFonts w:eastAsia="Times New Roman"/>
          <w:bCs/>
          <w:i/>
          <w:sz w:val="18"/>
          <w:szCs w:val="18"/>
        </w:rPr>
        <w:t>.</w:t>
      </w:r>
      <w:r w:rsidRPr="009B7066">
        <w:rPr>
          <w:rFonts w:eastAsia="Times New Roman"/>
          <w:bCs/>
          <w:i/>
          <w:sz w:val="18"/>
          <w:szCs w:val="18"/>
        </w:rPr>
        <w:t xml:space="preserve"> Osvědčení se</w:t>
      </w:r>
      <w:r w:rsidR="00400436">
        <w:rPr>
          <w:rFonts w:eastAsia="Times New Roman"/>
          <w:bCs/>
          <w:i/>
          <w:sz w:val="18"/>
          <w:szCs w:val="18"/>
        </w:rPr>
        <w:t xml:space="preserve"> </w:t>
      </w:r>
      <w:r w:rsidRPr="009B7066">
        <w:rPr>
          <w:rFonts w:eastAsia="Times New Roman"/>
          <w:bCs/>
          <w:i/>
          <w:sz w:val="18"/>
          <w:szCs w:val="18"/>
        </w:rPr>
        <w:t>nevyhotovuje pro každého ze zhotovitelů/společníků/poddodavatelů zvlášť.</w:t>
      </w:r>
    </w:p>
    <w:p w14:paraId="182EFAF3" w14:textId="77777777" w:rsidR="009B7066" w:rsidRPr="009B7066" w:rsidRDefault="009B7066" w:rsidP="009B7066">
      <w:pPr>
        <w:spacing w:after="120" w:line="264" w:lineRule="auto"/>
        <w:jc w:val="both"/>
        <w:rPr>
          <w:sz w:val="18"/>
          <w:szCs w:val="18"/>
        </w:rPr>
      </w:pPr>
      <w:r w:rsidRPr="009B7066">
        <w:rPr>
          <w:rFonts w:eastAsia="Times New Roman"/>
          <w:b/>
          <w:bCs/>
          <w:i/>
          <w:sz w:val="18"/>
          <w:szCs w:val="18"/>
        </w:rPr>
        <w:t>Poznámka 3:</w:t>
      </w:r>
      <w:r w:rsidRPr="009B7066">
        <w:rPr>
          <w:rFonts w:eastAsia="Times New Roman"/>
          <w:bCs/>
          <w:i/>
          <w:sz w:val="18"/>
          <w:szCs w:val="18"/>
        </w:rPr>
        <w:t xml:space="preserve"> Všechny částky v Kč se uvedou v hodnotě bez DPH.</w:t>
      </w:r>
    </w:p>
    <w:p w14:paraId="7A6ADD9D" w14:textId="77777777" w:rsidR="003E3720" w:rsidRPr="00C52164" w:rsidRDefault="003E3720" w:rsidP="009B7066">
      <w:pPr>
        <w:pStyle w:val="Nadpisbezsl1-1"/>
        <w:rPr>
          <w:color w:val="00B050"/>
        </w:rPr>
      </w:pPr>
    </w:p>
    <w:sectPr w:rsidR="003E3720" w:rsidRPr="00C52164" w:rsidSect="00656FB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1C501" w14:textId="77777777" w:rsidR="00656FB7" w:rsidRDefault="00656FB7" w:rsidP="00962258">
      <w:pPr>
        <w:spacing w:after="0" w:line="240" w:lineRule="auto"/>
      </w:pPr>
      <w:r>
        <w:separator/>
      </w:r>
    </w:p>
  </w:endnote>
  <w:endnote w:type="continuationSeparator" w:id="0">
    <w:p w14:paraId="2973214A" w14:textId="77777777" w:rsidR="00656FB7" w:rsidRDefault="00656F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3256DAD8" w14:textId="77777777" w:rsidTr="00D453DF">
      <w:tc>
        <w:tcPr>
          <w:tcW w:w="1021" w:type="dxa"/>
          <w:vAlign w:val="bottom"/>
        </w:tcPr>
        <w:p w14:paraId="0BFD0F6D" w14:textId="456B6922" w:rsidR="00656FB7" w:rsidRPr="00B8518B" w:rsidRDefault="00656FB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6953">
            <w:rPr>
              <w:rStyle w:val="slostrnky"/>
              <w:noProof/>
            </w:rPr>
            <w:t>26</w:t>
          </w:r>
          <w:r w:rsidRPr="00B8518B">
            <w:rPr>
              <w:rStyle w:val="slostrnky"/>
            </w:rPr>
            <w:fldChar w:fldCharType="end"/>
          </w:r>
        </w:p>
      </w:tc>
      <w:tc>
        <w:tcPr>
          <w:tcW w:w="0" w:type="auto"/>
          <w:vAlign w:val="bottom"/>
        </w:tcPr>
        <w:p w14:paraId="0645799B" w14:textId="77777777" w:rsidR="00656FB7" w:rsidRPr="003462EB" w:rsidRDefault="00656FB7" w:rsidP="00747C0A">
          <w:pPr>
            <w:pStyle w:val="Zpatvlevo"/>
          </w:pPr>
          <w:r>
            <w:t xml:space="preserve">Smlouva o dílo na </w:t>
          </w:r>
          <w:r w:rsidRPr="000A7FDE">
            <w:t xml:space="preserve">Zhotovení stavby </w:t>
          </w:r>
        </w:p>
      </w:tc>
    </w:tr>
  </w:tbl>
  <w:p w14:paraId="49165866" w14:textId="77777777" w:rsidR="00656FB7" w:rsidRPr="00747C0A" w:rsidRDefault="00656FB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3F98EAE3" w14:textId="77777777" w:rsidTr="00D453DF">
      <w:tc>
        <w:tcPr>
          <w:tcW w:w="1021" w:type="dxa"/>
          <w:vAlign w:val="bottom"/>
        </w:tcPr>
        <w:p w14:paraId="63349817" w14:textId="77777777"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656FB7" w:rsidRPr="007E0D11" w:rsidRDefault="00656FB7" w:rsidP="007E0D11">
          <w:pPr>
            <w:pStyle w:val="Zpatvlevo"/>
            <w:rPr>
              <w:b/>
            </w:rPr>
          </w:pPr>
          <w:r>
            <w:rPr>
              <w:b/>
            </w:rPr>
            <w:t>Příloha č. 4</w:t>
          </w:r>
        </w:p>
        <w:p w14:paraId="7DFBCA9D" w14:textId="77777777" w:rsidR="00656FB7" w:rsidRPr="003462EB" w:rsidRDefault="00656FB7" w:rsidP="007E0D11">
          <w:pPr>
            <w:pStyle w:val="Zpatvlevo"/>
          </w:pPr>
          <w:r>
            <w:t>Smlouva o dílo na Z</w:t>
          </w:r>
          <w:r w:rsidRPr="003462EB">
            <w:t xml:space="preserve">hotovení stavby </w:t>
          </w:r>
        </w:p>
      </w:tc>
    </w:tr>
  </w:tbl>
  <w:p w14:paraId="6877D80F" w14:textId="77777777" w:rsidR="00656FB7" w:rsidRPr="00747C0A" w:rsidRDefault="00656FB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44232582" w14:textId="77777777" w:rsidTr="00D453DF">
      <w:tc>
        <w:tcPr>
          <w:tcW w:w="0" w:type="auto"/>
          <w:tcMar>
            <w:left w:w="0" w:type="dxa"/>
            <w:right w:w="0" w:type="dxa"/>
          </w:tcMar>
          <w:vAlign w:val="bottom"/>
        </w:tcPr>
        <w:p w14:paraId="5A7DC024" w14:textId="77777777" w:rsidR="00656FB7" w:rsidRPr="007E0D11" w:rsidRDefault="00656FB7" w:rsidP="00D453DF">
          <w:pPr>
            <w:pStyle w:val="Zpatvpravo"/>
            <w:rPr>
              <w:b/>
            </w:rPr>
          </w:pPr>
          <w:r w:rsidRPr="007E0D11">
            <w:rPr>
              <w:b/>
            </w:rPr>
            <w:t xml:space="preserve">Příloha č. </w:t>
          </w:r>
          <w:r>
            <w:rPr>
              <w:b/>
            </w:rPr>
            <w:t>4</w:t>
          </w:r>
        </w:p>
        <w:p w14:paraId="254116D2"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04CADEE"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1</w:t>
          </w:r>
          <w:r>
            <w:rPr>
              <w:rStyle w:val="slostrnky"/>
            </w:rPr>
            <w:fldChar w:fldCharType="end"/>
          </w:r>
        </w:p>
      </w:tc>
    </w:tr>
  </w:tbl>
  <w:p w14:paraId="1362BEE0" w14:textId="77777777" w:rsidR="00656FB7" w:rsidRPr="00B8518B" w:rsidRDefault="00656FB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07C8D330" w14:textId="77777777" w:rsidTr="00D453DF">
      <w:tc>
        <w:tcPr>
          <w:tcW w:w="1021" w:type="dxa"/>
          <w:vAlign w:val="bottom"/>
        </w:tcPr>
        <w:p w14:paraId="17F81628" w14:textId="015E04EF"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2</w:t>
          </w:r>
          <w:r>
            <w:rPr>
              <w:rStyle w:val="slostrnky"/>
            </w:rPr>
            <w:fldChar w:fldCharType="end"/>
          </w:r>
        </w:p>
      </w:tc>
      <w:tc>
        <w:tcPr>
          <w:tcW w:w="0" w:type="auto"/>
          <w:vAlign w:val="bottom"/>
        </w:tcPr>
        <w:p w14:paraId="2376B7BA" w14:textId="77777777" w:rsidR="00656FB7" w:rsidRPr="007E0D11" w:rsidRDefault="00656FB7" w:rsidP="007E0D11">
          <w:pPr>
            <w:pStyle w:val="Zpatvlevo"/>
            <w:rPr>
              <w:b/>
            </w:rPr>
          </w:pPr>
          <w:r>
            <w:rPr>
              <w:b/>
            </w:rPr>
            <w:t>Příloha č. 5</w:t>
          </w:r>
        </w:p>
        <w:p w14:paraId="1C732115" w14:textId="77777777" w:rsidR="00656FB7" w:rsidRPr="003462EB" w:rsidRDefault="00656FB7" w:rsidP="007E0D11">
          <w:pPr>
            <w:pStyle w:val="Zpatvlevo"/>
          </w:pPr>
          <w:r>
            <w:t>Smlouva o dílo na Z</w:t>
          </w:r>
          <w:r w:rsidRPr="003462EB">
            <w:t xml:space="preserve">hotovení stavby </w:t>
          </w:r>
        </w:p>
      </w:tc>
    </w:tr>
  </w:tbl>
  <w:p w14:paraId="3E5A8086" w14:textId="77777777" w:rsidR="00656FB7" w:rsidRPr="00747C0A" w:rsidRDefault="00656FB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1C439ADC" w14:textId="77777777" w:rsidTr="00D453DF">
      <w:tc>
        <w:tcPr>
          <w:tcW w:w="0" w:type="auto"/>
          <w:tcMar>
            <w:left w:w="0" w:type="dxa"/>
            <w:right w:w="0" w:type="dxa"/>
          </w:tcMar>
          <w:vAlign w:val="bottom"/>
        </w:tcPr>
        <w:p w14:paraId="1FFF4A39" w14:textId="77777777" w:rsidR="00656FB7" w:rsidRPr="007E0D11" w:rsidRDefault="00656FB7" w:rsidP="00D453DF">
          <w:pPr>
            <w:pStyle w:val="Zpatvpravo"/>
            <w:rPr>
              <w:b/>
            </w:rPr>
          </w:pPr>
          <w:r w:rsidRPr="007E0D11">
            <w:rPr>
              <w:b/>
            </w:rPr>
            <w:t xml:space="preserve">Příloha č. </w:t>
          </w:r>
          <w:r>
            <w:rPr>
              <w:b/>
            </w:rPr>
            <w:t>5</w:t>
          </w:r>
        </w:p>
        <w:p w14:paraId="1FCF285A"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5ECC114"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2</w:t>
          </w:r>
          <w:r>
            <w:rPr>
              <w:rStyle w:val="slostrnky"/>
            </w:rPr>
            <w:fldChar w:fldCharType="end"/>
          </w:r>
        </w:p>
      </w:tc>
    </w:tr>
  </w:tbl>
  <w:p w14:paraId="6898BA9E" w14:textId="77777777" w:rsidR="00656FB7" w:rsidRPr="00B8518B" w:rsidRDefault="00656FB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69E900DB" w14:textId="77777777" w:rsidTr="00D453DF">
      <w:tc>
        <w:tcPr>
          <w:tcW w:w="1021" w:type="dxa"/>
          <w:vAlign w:val="bottom"/>
        </w:tcPr>
        <w:p w14:paraId="7508F2E0" w14:textId="121FFE92" w:rsidR="00656FB7" w:rsidRPr="00B8518B" w:rsidRDefault="00656FB7" w:rsidP="00DC738E">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735A81F2" w14:textId="47D24DB7" w:rsidR="00656FB7" w:rsidRPr="007E0D11" w:rsidRDefault="00656FB7" w:rsidP="007E0D11">
          <w:pPr>
            <w:pStyle w:val="Zpatvlevo"/>
            <w:rPr>
              <w:b/>
            </w:rPr>
          </w:pPr>
          <w:r>
            <w:rPr>
              <w:b/>
            </w:rPr>
            <w:t>Příloha č. 7</w:t>
          </w:r>
        </w:p>
        <w:p w14:paraId="72380371" w14:textId="77777777" w:rsidR="00656FB7" w:rsidRPr="003462EB" w:rsidRDefault="00656FB7" w:rsidP="007E0D11">
          <w:pPr>
            <w:pStyle w:val="Zpatvlevo"/>
          </w:pPr>
          <w:r>
            <w:t>Smlouva o dílo na Z</w:t>
          </w:r>
          <w:r w:rsidRPr="003462EB">
            <w:t xml:space="preserve">hotovení stavby </w:t>
          </w:r>
        </w:p>
      </w:tc>
    </w:tr>
  </w:tbl>
  <w:p w14:paraId="2AD2C6AC" w14:textId="77777777" w:rsidR="00656FB7" w:rsidRPr="00747C0A" w:rsidRDefault="00656FB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7D451644" w14:textId="77777777" w:rsidTr="00D453DF">
      <w:tc>
        <w:tcPr>
          <w:tcW w:w="0" w:type="auto"/>
          <w:tcMar>
            <w:left w:w="0" w:type="dxa"/>
            <w:right w:w="0" w:type="dxa"/>
          </w:tcMar>
          <w:vAlign w:val="bottom"/>
        </w:tcPr>
        <w:p w14:paraId="28FFFE2A" w14:textId="0C8D4A3D" w:rsidR="00656FB7" w:rsidRPr="007E0D11" w:rsidRDefault="00656FB7" w:rsidP="00D453DF">
          <w:pPr>
            <w:pStyle w:val="Zpatvpravo"/>
            <w:rPr>
              <w:b/>
            </w:rPr>
          </w:pPr>
          <w:r w:rsidRPr="007E0D11">
            <w:rPr>
              <w:b/>
            </w:rPr>
            <w:t xml:space="preserve">Příloha č. </w:t>
          </w:r>
          <w:r>
            <w:rPr>
              <w:b/>
            </w:rPr>
            <w:t>6</w:t>
          </w:r>
        </w:p>
        <w:p w14:paraId="7FC64E78"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263AFD7A" w:rsidR="00656FB7" w:rsidRPr="009E09BE" w:rsidRDefault="00656FB7" w:rsidP="00DC738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t>1</w:t>
          </w:r>
        </w:p>
      </w:tc>
    </w:tr>
  </w:tbl>
  <w:p w14:paraId="5E742DB4" w14:textId="77777777" w:rsidR="00656FB7" w:rsidRPr="00B8518B" w:rsidRDefault="00656FB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5A0B8FF8" w14:textId="77777777" w:rsidTr="00D453DF">
      <w:tc>
        <w:tcPr>
          <w:tcW w:w="1021" w:type="dxa"/>
          <w:vAlign w:val="bottom"/>
        </w:tcPr>
        <w:p w14:paraId="264CCC68" w14:textId="77777777"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656FB7" w:rsidRPr="007E0D11" w:rsidRDefault="00656FB7" w:rsidP="007E0D11">
          <w:pPr>
            <w:pStyle w:val="Zpatvlevo"/>
            <w:rPr>
              <w:b/>
            </w:rPr>
          </w:pPr>
          <w:r>
            <w:rPr>
              <w:b/>
            </w:rPr>
            <w:t>Příloha č. 9</w:t>
          </w:r>
        </w:p>
        <w:p w14:paraId="20EA5D57" w14:textId="77777777" w:rsidR="00656FB7" w:rsidRPr="003462EB" w:rsidRDefault="00656FB7" w:rsidP="007E0D11">
          <w:pPr>
            <w:pStyle w:val="Zpatvlevo"/>
          </w:pPr>
          <w:r>
            <w:t>Smlouva o dílo na Z</w:t>
          </w:r>
          <w:r w:rsidRPr="003462EB">
            <w:t xml:space="preserve">hotovení stavby </w:t>
          </w:r>
        </w:p>
      </w:tc>
    </w:tr>
  </w:tbl>
  <w:p w14:paraId="089F143C" w14:textId="77777777" w:rsidR="00656FB7" w:rsidRPr="00747C0A" w:rsidRDefault="00656FB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2F8044D6" w14:textId="77777777" w:rsidTr="00D453DF">
      <w:tc>
        <w:tcPr>
          <w:tcW w:w="0" w:type="auto"/>
          <w:tcMar>
            <w:left w:w="0" w:type="dxa"/>
            <w:right w:w="0" w:type="dxa"/>
          </w:tcMar>
          <w:vAlign w:val="bottom"/>
        </w:tcPr>
        <w:p w14:paraId="4BCF9CC6" w14:textId="77777777" w:rsidR="00656FB7" w:rsidRPr="007E0D11" w:rsidRDefault="00656FB7" w:rsidP="00D453DF">
          <w:pPr>
            <w:pStyle w:val="Zpatvpravo"/>
            <w:rPr>
              <w:b/>
            </w:rPr>
          </w:pPr>
          <w:r w:rsidRPr="007E0D11">
            <w:rPr>
              <w:b/>
            </w:rPr>
            <w:t xml:space="preserve">Příloha č. </w:t>
          </w:r>
          <w:r>
            <w:rPr>
              <w:b/>
            </w:rPr>
            <w:t>9</w:t>
          </w:r>
        </w:p>
        <w:p w14:paraId="76BE458C"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79182A96"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1</w:t>
          </w:r>
          <w:r>
            <w:rPr>
              <w:rStyle w:val="slostrnky"/>
            </w:rPr>
            <w:fldChar w:fldCharType="end"/>
          </w:r>
        </w:p>
      </w:tc>
    </w:tr>
  </w:tbl>
  <w:p w14:paraId="66DD91CB" w14:textId="77777777" w:rsidR="00656FB7" w:rsidRPr="00B8518B" w:rsidRDefault="00656FB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04C3CE99" w14:textId="77777777" w:rsidTr="00656FB7">
      <w:tc>
        <w:tcPr>
          <w:tcW w:w="1021" w:type="dxa"/>
          <w:vAlign w:val="bottom"/>
        </w:tcPr>
        <w:p w14:paraId="68FA2B3F" w14:textId="458A72E0" w:rsidR="00656FB7" w:rsidRPr="00B8518B" w:rsidRDefault="00656FB7" w:rsidP="00656FB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66953">
            <w:rPr>
              <w:rStyle w:val="slostrnky"/>
              <w:noProof/>
            </w:rPr>
            <w:t>4</w:t>
          </w:r>
          <w:r>
            <w:rPr>
              <w:rStyle w:val="slostrnky"/>
            </w:rPr>
            <w:fldChar w:fldCharType="end"/>
          </w:r>
        </w:p>
      </w:tc>
      <w:tc>
        <w:tcPr>
          <w:tcW w:w="0" w:type="auto"/>
          <w:vAlign w:val="bottom"/>
        </w:tcPr>
        <w:p w14:paraId="6059FC4E" w14:textId="132C8FF6" w:rsidR="00656FB7" w:rsidRPr="00DD4862" w:rsidRDefault="00656FB7" w:rsidP="00656FB7">
          <w:pPr>
            <w:pStyle w:val="Zpatvlevo"/>
            <w:rPr>
              <w:b/>
            </w:rPr>
          </w:pPr>
          <w:r>
            <w:rPr>
              <w:b/>
            </w:rPr>
            <w:t>Příloha č. 11</w:t>
          </w:r>
        </w:p>
        <w:p w14:paraId="35F7F6CC" w14:textId="339840F8" w:rsidR="00656FB7" w:rsidRPr="003462EB" w:rsidRDefault="00656FB7" w:rsidP="00656FB7">
          <w:pPr>
            <w:pStyle w:val="Zpatvlevo"/>
          </w:pPr>
          <w:r w:rsidRPr="009B7066">
            <w:t>Smlouva o dílo na Zhotovení stavby</w:t>
          </w:r>
        </w:p>
      </w:tc>
    </w:tr>
  </w:tbl>
  <w:p w14:paraId="66D978EE" w14:textId="77777777" w:rsidR="00656FB7" w:rsidRPr="00F13FDA" w:rsidRDefault="00656FB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3B9D9C93" w14:textId="77777777" w:rsidTr="00656FB7">
      <w:tc>
        <w:tcPr>
          <w:tcW w:w="0" w:type="auto"/>
          <w:tcMar>
            <w:left w:w="0" w:type="dxa"/>
            <w:right w:w="0" w:type="dxa"/>
          </w:tcMar>
          <w:vAlign w:val="bottom"/>
        </w:tcPr>
        <w:p w14:paraId="078A71EC" w14:textId="61C55C05" w:rsidR="00656FB7" w:rsidRPr="00DD4862" w:rsidRDefault="00656FB7" w:rsidP="00656FB7">
          <w:pPr>
            <w:pStyle w:val="Zpatvpravo"/>
            <w:rPr>
              <w:b/>
            </w:rPr>
          </w:pPr>
          <w:r w:rsidRPr="00DD4862">
            <w:rPr>
              <w:b/>
            </w:rPr>
            <w:t xml:space="preserve">Příloha č. </w:t>
          </w:r>
          <w:r>
            <w:rPr>
              <w:b/>
            </w:rPr>
            <w:t>11</w:t>
          </w:r>
        </w:p>
        <w:p w14:paraId="0DDA932C" w14:textId="6278B663" w:rsidR="00656FB7" w:rsidRPr="003462EB" w:rsidRDefault="00656FB7" w:rsidP="00656FB7">
          <w:pPr>
            <w:pStyle w:val="Zpatvpravo"/>
            <w:rPr>
              <w:rStyle w:val="slostrnky"/>
              <w:b w:val="0"/>
              <w:color w:val="auto"/>
              <w:sz w:val="12"/>
            </w:rPr>
          </w:pPr>
          <w:r w:rsidRPr="009B7066">
            <w:t>Smlouva o dílo na Zhotovení stavby</w:t>
          </w:r>
        </w:p>
      </w:tc>
      <w:tc>
        <w:tcPr>
          <w:tcW w:w="1021" w:type="dxa"/>
          <w:vAlign w:val="bottom"/>
        </w:tcPr>
        <w:p w14:paraId="154CBA8E" w14:textId="38E600A6" w:rsidR="00656FB7" w:rsidRPr="009E09BE" w:rsidRDefault="00656FB7" w:rsidP="00656FB7">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4</w:t>
          </w:r>
          <w:r>
            <w:rPr>
              <w:rStyle w:val="slostrnky"/>
            </w:rPr>
            <w:fldChar w:fldCharType="end"/>
          </w:r>
        </w:p>
      </w:tc>
    </w:tr>
  </w:tbl>
  <w:p w14:paraId="288C75B7" w14:textId="77777777" w:rsidR="00656FB7" w:rsidRPr="00B8518B" w:rsidRDefault="00656F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79A390BE" w14:textId="77777777" w:rsidTr="00D453DF">
      <w:tc>
        <w:tcPr>
          <w:tcW w:w="0" w:type="auto"/>
          <w:tcMar>
            <w:left w:w="0" w:type="dxa"/>
            <w:right w:w="0" w:type="dxa"/>
          </w:tcMar>
          <w:vAlign w:val="bottom"/>
        </w:tcPr>
        <w:p w14:paraId="2D1E7C09" w14:textId="77777777" w:rsidR="00656FB7" w:rsidRPr="003462EB" w:rsidRDefault="00656FB7"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287224A8"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6953">
            <w:rPr>
              <w:rStyle w:val="slostrnky"/>
              <w:noProof/>
            </w:rPr>
            <w:t>26</w:t>
          </w:r>
          <w:r w:rsidRPr="00B8518B">
            <w:rPr>
              <w:rStyle w:val="slostrnky"/>
            </w:rPr>
            <w:fldChar w:fldCharType="end"/>
          </w:r>
        </w:p>
      </w:tc>
    </w:tr>
  </w:tbl>
  <w:p w14:paraId="12F4C149" w14:textId="77777777" w:rsidR="00656FB7" w:rsidRPr="00B8518B" w:rsidRDefault="00656FB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B71D" w14:textId="77777777" w:rsidR="00656FB7" w:rsidRDefault="00656FB7" w:rsidP="005E7F36">
    <w:pPr>
      <w:pStyle w:val="Zpat"/>
      <w:rPr>
        <w:rFonts w:cs="Calibri"/>
        <w:sz w:val="12"/>
        <w:szCs w:val="12"/>
      </w:rPr>
    </w:pPr>
    <w:r>
      <w:rPr>
        <w:noProof/>
        <w:lang w:eastAsia="cs-CZ"/>
      </w:rPr>
      <w:drawing>
        <wp:anchor distT="0" distB="0" distL="114300" distR="114300" simplePos="0" relativeHeight="251675648" behindDoc="1" locked="1" layoutInCell="1" allowOverlap="1" wp14:anchorId="386BC3EA" wp14:editId="1947AD8B">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10390D12" w14:textId="77777777" w:rsidTr="00D453DF">
      <w:tc>
        <w:tcPr>
          <w:tcW w:w="1021" w:type="dxa"/>
          <w:vAlign w:val="bottom"/>
        </w:tcPr>
        <w:p w14:paraId="7550AC47" w14:textId="77777777"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656FB7" w:rsidRPr="007E0D11" w:rsidRDefault="00656FB7" w:rsidP="007E0D11">
          <w:pPr>
            <w:pStyle w:val="Zpatvlevo"/>
            <w:rPr>
              <w:b/>
            </w:rPr>
          </w:pPr>
          <w:r w:rsidRPr="007E0D11">
            <w:rPr>
              <w:b/>
            </w:rPr>
            <w:t>Příloha č. 1</w:t>
          </w:r>
        </w:p>
        <w:p w14:paraId="751A6246" w14:textId="77777777" w:rsidR="00656FB7" w:rsidRPr="003462EB" w:rsidRDefault="00656FB7" w:rsidP="007E0D11">
          <w:pPr>
            <w:pStyle w:val="Zpatvlevo"/>
          </w:pPr>
          <w:r>
            <w:t>Smlouva o dílo na Z</w:t>
          </w:r>
          <w:r w:rsidRPr="003462EB">
            <w:t xml:space="preserve">hotovení stavby </w:t>
          </w:r>
        </w:p>
      </w:tc>
    </w:tr>
  </w:tbl>
  <w:p w14:paraId="77B725E8" w14:textId="77777777" w:rsidR="00656FB7" w:rsidRPr="00747C0A" w:rsidRDefault="00656FB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50BB4781" w14:textId="77777777" w:rsidTr="00D453DF">
      <w:tc>
        <w:tcPr>
          <w:tcW w:w="0" w:type="auto"/>
          <w:tcMar>
            <w:left w:w="0" w:type="dxa"/>
            <w:right w:w="0" w:type="dxa"/>
          </w:tcMar>
          <w:vAlign w:val="bottom"/>
        </w:tcPr>
        <w:p w14:paraId="5FCBE91B" w14:textId="77777777" w:rsidR="00656FB7" w:rsidRPr="007E0D11" w:rsidRDefault="00656FB7" w:rsidP="00D453DF">
          <w:pPr>
            <w:pStyle w:val="Zpatvpravo"/>
            <w:rPr>
              <w:b/>
            </w:rPr>
          </w:pPr>
          <w:r w:rsidRPr="007E0D11">
            <w:rPr>
              <w:b/>
            </w:rPr>
            <w:t>Příloha č. 1</w:t>
          </w:r>
        </w:p>
        <w:p w14:paraId="2CBA8913" w14:textId="77777777" w:rsidR="00656FB7" w:rsidRPr="003462EB" w:rsidRDefault="00656FB7"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5033B4A" w:rsidR="00656FB7" w:rsidRPr="009E09BE" w:rsidRDefault="00656FB7"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1</w:t>
          </w:r>
          <w:r>
            <w:rPr>
              <w:rStyle w:val="slostrnky"/>
            </w:rPr>
            <w:fldChar w:fldCharType="end"/>
          </w:r>
        </w:p>
      </w:tc>
    </w:tr>
  </w:tbl>
  <w:p w14:paraId="3BB30C96" w14:textId="77777777" w:rsidR="00656FB7" w:rsidRPr="00B8518B" w:rsidRDefault="00656F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0C1B6DCC" w14:textId="77777777" w:rsidTr="00D453DF">
      <w:tc>
        <w:tcPr>
          <w:tcW w:w="1021" w:type="dxa"/>
          <w:vAlign w:val="bottom"/>
        </w:tcPr>
        <w:p w14:paraId="56BD97A3" w14:textId="1498419F"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4</w:t>
          </w:r>
          <w:r>
            <w:rPr>
              <w:rStyle w:val="slostrnky"/>
            </w:rPr>
            <w:fldChar w:fldCharType="end"/>
          </w:r>
        </w:p>
      </w:tc>
      <w:tc>
        <w:tcPr>
          <w:tcW w:w="0" w:type="auto"/>
          <w:vAlign w:val="bottom"/>
        </w:tcPr>
        <w:p w14:paraId="426F2D12" w14:textId="77777777" w:rsidR="00656FB7" w:rsidRPr="007E0D11" w:rsidRDefault="00656FB7" w:rsidP="007E0D11">
          <w:pPr>
            <w:pStyle w:val="Zpatvlevo"/>
            <w:rPr>
              <w:b/>
            </w:rPr>
          </w:pPr>
          <w:r>
            <w:rPr>
              <w:b/>
            </w:rPr>
            <w:t>Příloha č. 2</w:t>
          </w:r>
        </w:p>
        <w:p w14:paraId="3E20D1BF" w14:textId="77777777" w:rsidR="00656FB7" w:rsidRPr="003462EB" w:rsidRDefault="00656FB7" w:rsidP="007E0D11">
          <w:pPr>
            <w:pStyle w:val="Zpatvlevo"/>
          </w:pPr>
          <w:r>
            <w:t>Smlouva o dílo na Z</w:t>
          </w:r>
          <w:r w:rsidRPr="003462EB">
            <w:t xml:space="preserve">hotovení stavby </w:t>
          </w:r>
        </w:p>
      </w:tc>
    </w:tr>
  </w:tbl>
  <w:p w14:paraId="134FE3AF" w14:textId="77777777" w:rsidR="00656FB7" w:rsidRPr="00747C0A" w:rsidRDefault="00656FB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6F275D66" w14:textId="77777777" w:rsidTr="00D453DF">
      <w:tc>
        <w:tcPr>
          <w:tcW w:w="0" w:type="auto"/>
          <w:tcMar>
            <w:left w:w="0" w:type="dxa"/>
            <w:right w:w="0" w:type="dxa"/>
          </w:tcMar>
          <w:vAlign w:val="bottom"/>
        </w:tcPr>
        <w:p w14:paraId="417D2F36" w14:textId="77777777" w:rsidR="00656FB7" w:rsidRPr="007E0D11" w:rsidRDefault="00656FB7" w:rsidP="00D453DF">
          <w:pPr>
            <w:pStyle w:val="Zpatvpravo"/>
            <w:rPr>
              <w:b/>
            </w:rPr>
          </w:pPr>
          <w:r w:rsidRPr="007E0D11">
            <w:rPr>
              <w:b/>
            </w:rPr>
            <w:t xml:space="preserve">Příloha č. </w:t>
          </w:r>
          <w:r>
            <w:rPr>
              <w:b/>
            </w:rPr>
            <w:t>2</w:t>
          </w:r>
        </w:p>
        <w:p w14:paraId="7A891264"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D6616C0"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4</w:t>
          </w:r>
          <w:r>
            <w:rPr>
              <w:rStyle w:val="slostrnky"/>
            </w:rPr>
            <w:fldChar w:fldCharType="end"/>
          </w:r>
        </w:p>
      </w:tc>
    </w:tr>
  </w:tbl>
  <w:p w14:paraId="5436FFAD" w14:textId="77777777" w:rsidR="00656FB7" w:rsidRPr="00B8518B" w:rsidRDefault="00656F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56FB7" w:rsidRPr="003462EB" w14:paraId="37FC460C" w14:textId="77777777" w:rsidTr="00D453DF">
      <w:tc>
        <w:tcPr>
          <w:tcW w:w="1021" w:type="dxa"/>
          <w:vAlign w:val="bottom"/>
        </w:tcPr>
        <w:p w14:paraId="3A5E7146" w14:textId="77777777" w:rsidR="00656FB7" w:rsidRPr="00B8518B" w:rsidRDefault="00656FB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656FB7" w:rsidRPr="007E0D11" w:rsidRDefault="00656FB7" w:rsidP="007E0D11">
          <w:pPr>
            <w:pStyle w:val="Zpatvlevo"/>
            <w:rPr>
              <w:b/>
            </w:rPr>
          </w:pPr>
          <w:r>
            <w:rPr>
              <w:b/>
            </w:rPr>
            <w:t>Příloha č. 3</w:t>
          </w:r>
        </w:p>
        <w:p w14:paraId="449F8D4B" w14:textId="77777777" w:rsidR="00656FB7" w:rsidRPr="003462EB" w:rsidRDefault="00656FB7" w:rsidP="007E0D11">
          <w:pPr>
            <w:pStyle w:val="Zpatvlevo"/>
          </w:pPr>
          <w:r>
            <w:t>Smlouva o dílo na Z</w:t>
          </w:r>
          <w:r w:rsidRPr="003462EB">
            <w:t xml:space="preserve">hotovení stavby </w:t>
          </w:r>
        </w:p>
      </w:tc>
    </w:tr>
  </w:tbl>
  <w:p w14:paraId="6417FEFE" w14:textId="77777777" w:rsidR="00656FB7" w:rsidRPr="00747C0A" w:rsidRDefault="00656FB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56FB7" w:rsidRPr="009E09BE" w14:paraId="5B1A25B2" w14:textId="77777777" w:rsidTr="00D453DF">
      <w:tc>
        <w:tcPr>
          <w:tcW w:w="0" w:type="auto"/>
          <w:tcMar>
            <w:left w:w="0" w:type="dxa"/>
            <w:right w:w="0" w:type="dxa"/>
          </w:tcMar>
          <w:vAlign w:val="bottom"/>
        </w:tcPr>
        <w:p w14:paraId="5CDC00DC" w14:textId="77777777" w:rsidR="00656FB7" w:rsidRPr="007E0D11" w:rsidRDefault="00656FB7" w:rsidP="00D453DF">
          <w:pPr>
            <w:pStyle w:val="Zpatvpravo"/>
            <w:rPr>
              <w:b/>
            </w:rPr>
          </w:pPr>
          <w:r w:rsidRPr="007E0D11">
            <w:rPr>
              <w:b/>
            </w:rPr>
            <w:t xml:space="preserve">Příloha č. </w:t>
          </w:r>
          <w:r>
            <w:rPr>
              <w:b/>
            </w:rPr>
            <w:t>3</w:t>
          </w:r>
        </w:p>
        <w:p w14:paraId="7F19CF36" w14:textId="77777777" w:rsidR="00656FB7" w:rsidRPr="003462EB" w:rsidRDefault="00656FB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09CE6BCD" w:rsidR="00656FB7" w:rsidRPr="009E09BE" w:rsidRDefault="00656FB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695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66953">
            <w:rPr>
              <w:rStyle w:val="slostrnky"/>
              <w:noProof/>
            </w:rPr>
            <w:t>1</w:t>
          </w:r>
          <w:r>
            <w:rPr>
              <w:rStyle w:val="slostrnky"/>
            </w:rPr>
            <w:fldChar w:fldCharType="end"/>
          </w:r>
        </w:p>
      </w:tc>
    </w:tr>
  </w:tbl>
  <w:p w14:paraId="15250585" w14:textId="77777777" w:rsidR="00656FB7" w:rsidRPr="00B8518B" w:rsidRDefault="00656F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D98A6" w14:textId="77777777" w:rsidR="00656FB7" w:rsidRDefault="00656FB7" w:rsidP="00962258">
      <w:pPr>
        <w:spacing w:after="0" w:line="240" w:lineRule="auto"/>
      </w:pPr>
      <w:r>
        <w:separator/>
      </w:r>
    </w:p>
  </w:footnote>
  <w:footnote w:type="continuationSeparator" w:id="0">
    <w:p w14:paraId="5BFF74D3" w14:textId="77777777" w:rsidR="00656FB7" w:rsidRDefault="00656F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6FB7" w14:paraId="3519503E" w14:textId="77777777" w:rsidTr="00C02D0A">
      <w:trPr>
        <w:trHeight w:hRule="exact" w:val="454"/>
      </w:trPr>
      <w:tc>
        <w:tcPr>
          <w:tcW w:w="1361" w:type="dxa"/>
          <w:tcMar>
            <w:top w:w="57" w:type="dxa"/>
            <w:left w:w="0" w:type="dxa"/>
            <w:right w:w="0" w:type="dxa"/>
          </w:tcMar>
        </w:tcPr>
        <w:p w14:paraId="0CD0389D" w14:textId="77777777" w:rsidR="00656FB7" w:rsidRPr="00B8518B" w:rsidRDefault="00656FB7" w:rsidP="00523EA7">
          <w:pPr>
            <w:pStyle w:val="Zpat"/>
            <w:rPr>
              <w:rStyle w:val="slostrnky"/>
            </w:rPr>
          </w:pPr>
        </w:p>
      </w:tc>
      <w:tc>
        <w:tcPr>
          <w:tcW w:w="3458" w:type="dxa"/>
          <w:shd w:val="clear" w:color="auto" w:fill="auto"/>
          <w:tcMar>
            <w:top w:w="57" w:type="dxa"/>
            <w:left w:w="0" w:type="dxa"/>
            <w:right w:w="0" w:type="dxa"/>
          </w:tcMar>
        </w:tcPr>
        <w:p w14:paraId="2B188BFE" w14:textId="77777777" w:rsidR="00656FB7" w:rsidRDefault="00656FB7" w:rsidP="00523EA7">
          <w:pPr>
            <w:pStyle w:val="Zpat"/>
          </w:pPr>
        </w:p>
      </w:tc>
      <w:tc>
        <w:tcPr>
          <w:tcW w:w="5698" w:type="dxa"/>
          <w:shd w:val="clear" w:color="auto" w:fill="auto"/>
          <w:tcMar>
            <w:top w:w="57" w:type="dxa"/>
            <w:left w:w="0" w:type="dxa"/>
            <w:right w:w="0" w:type="dxa"/>
          </w:tcMar>
        </w:tcPr>
        <w:p w14:paraId="67BF6883" w14:textId="77777777" w:rsidR="00656FB7" w:rsidRPr="00D6163D" w:rsidRDefault="00656FB7" w:rsidP="00D6163D">
          <w:pPr>
            <w:pStyle w:val="Druhdokumentu"/>
          </w:pPr>
        </w:p>
      </w:tc>
    </w:tr>
  </w:tbl>
  <w:p w14:paraId="27282E85" w14:textId="77777777" w:rsidR="00656FB7" w:rsidRPr="00D6163D" w:rsidRDefault="00656FB7">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E051B" w14:textId="77777777" w:rsidR="00656FB7" w:rsidRPr="00D6163D" w:rsidRDefault="00656F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6FB7" w14:paraId="3975FAFD" w14:textId="77777777" w:rsidTr="00B22106">
      <w:trPr>
        <w:trHeight w:hRule="exact" w:val="936"/>
      </w:trPr>
      <w:tc>
        <w:tcPr>
          <w:tcW w:w="1361" w:type="dxa"/>
          <w:tcMar>
            <w:left w:w="0" w:type="dxa"/>
            <w:right w:w="0" w:type="dxa"/>
          </w:tcMar>
        </w:tcPr>
        <w:p w14:paraId="0BB764E0" w14:textId="77777777" w:rsidR="00656FB7" w:rsidRPr="00B8518B" w:rsidRDefault="00656FB7" w:rsidP="00FC6389">
          <w:pPr>
            <w:pStyle w:val="Zpat"/>
            <w:rPr>
              <w:rStyle w:val="slostrnky"/>
            </w:rPr>
          </w:pPr>
        </w:p>
      </w:tc>
      <w:tc>
        <w:tcPr>
          <w:tcW w:w="3458" w:type="dxa"/>
          <w:shd w:val="clear" w:color="auto" w:fill="auto"/>
          <w:tcMar>
            <w:left w:w="0" w:type="dxa"/>
            <w:right w:w="0" w:type="dxa"/>
          </w:tcMar>
        </w:tcPr>
        <w:p w14:paraId="15A5AE22" w14:textId="77777777" w:rsidR="00656FB7" w:rsidRDefault="00656FB7"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656FB7" w:rsidRPr="00D6163D" w:rsidRDefault="00656FB7" w:rsidP="00FC6389">
          <w:pPr>
            <w:pStyle w:val="Druhdokumentu"/>
          </w:pPr>
        </w:p>
      </w:tc>
    </w:tr>
    <w:tr w:rsidR="00656FB7" w14:paraId="017A2146" w14:textId="77777777" w:rsidTr="00B22106">
      <w:trPr>
        <w:trHeight w:hRule="exact" w:val="936"/>
      </w:trPr>
      <w:tc>
        <w:tcPr>
          <w:tcW w:w="1361" w:type="dxa"/>
          <w:tcMar>
            <w:left w:w="0" w:type="dxa"/>
            <w:right w:w="0" w:type="dxa"/>
          </w:tcMar>
        </w:tcPr>
        <w:p w14:paraId="7E2A8171" w14:textId="77777777" w:rsidR="00656FB7" w:rsidRPr="00B8518B" w:rsidRDefault="00656FB7" w:rsidP="00FC6389">
          <w:pPr>
            <w:pStyle w:val="Zpat"/>
            <w:rPr>
              <w:rStyle w:val="slostrnky"/>
            </w:rPr>
          </w:pPr>
        </w:p>
      </w:tc>
      <w:tc>
        <w:tcPr>
          <w:tcW w:w="3458" w:type="dxa"/>
          <w:shd w:val="clear" w:color="auto" w:fill="auto"/>
          <w:tcMar>
            <w:left w:w="0" w:type="dxa"/>
            <w:right w:w="0" w:type="dxa"/>
          </w:tcMar>
        </w:tcPr>
        <w:p w14:paraId="3FB4BB78" w14:textId="77777777" w:rsidR="00656FB7" w:rsidRDefault="00656FB7" w:rsidP="00FC6389">
          <w:pPr>
            <w:pStyle w:val="Zpat"/>
          </w:pPr>
        </w:p>
      </w:tc>
      <w:tc>
        <w:tcPr>
          <w:tcW w:w="5756" w:type="dxa"/>
          <w:shd w:val="clear" w:color="auto" w:fill="auto"/>
          <w:tcMar>
            <w:left w:w="0" w:type="dxa"/>
            <w:right w:w="0" w:type="dxa"/>
          </w:tcMar>
        </w:tcPr>
        <w:p w14:paraId="1388C855" w14:textId="77777777" w:rsidR="00656FB7" w:rsidRPr="00D6163D" w:rsidRDefault="00656FB7" w:rsidP="00FC6389">
          <w:pPr>
            <w:pStyle w:val="Druhdokumentu"/>
          </w:pPr>
        </w:p>
      </w:tc>
    </w:tr>
  </w:tbl>
  <w:p w14:paraId="455B3D57" w14:textId="77777777" w:rsidR="00656FB7" w:rsidRPr="00D6163D" w:rsidRDefault="00656FB7" w:rsidP="00FC6389">
    <w:pPr>
      <w:pStyle w:val="Zhlav"/>
      <w:rPr>
        <w:sz w:val="8"/>
        <w:szCs w:val="8"/>
      </w:rPr>
    </w:pPr>
  </w:p>
  <w:p w14:paraId="584D1450" w14:textId="77777777" w:rsidR="00656FB7" w:rsidRPr="00460660" w:rsidRDefault="00656F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656FB7" w:rsidRPr="00D6163D" w:rsidRDefault="00656F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656FB7" w:rsidRPr="00D6163D" w:rsidRDefault="00656F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656FB7" w:rsidRPr="00D6163D" w:rsidRDefault="00656F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656FB7" w:rsidRPr="00D6163D" w:rsidRDefault="00656FB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656FB7" w:rsidRPr="00D6163D" w:rsidRDefault="00656FB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656FB7" w:rsidRPr="00D6163D" w:rsidRDefault="00656FB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656FB7" w:rsidRPr="00D6163D" w:rsidRDefault="00656F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1488F"/>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A708E"/>
    <w:rsid w:val="003B11D6"/>
    <w:rsid w:val="003B23D6"/>
    <w:rsid w:val="003C33F2"/>
    <w:rsid w:val="003D0437"/>
    <w:rsid w:val="003D4A94"/>
    <w:rsid w:val="003D756E"/>
    <w:rsid w:val="003E3720"/>
    <w:rsid w:val="003E420D"/>
    <w:rsid w:val="003E4C13"/>
    <w:rsid w:val="00400436"/>
    <w:rsid w:val="004078F3"/>
    <w:rsid w:val="00425557"/>
    <w:rsid w:val="00427794"/>
    <w:rsid w:val="004328E4"/>
    <w:rsid w:val="00442C8C"/>
    <w:rsid w:val="00450F07"/>
    <w:rsid w:val="00453CD3"/>
    <w:rsid w:val="00460660"/>
    <w:rsid w:val="00464BA9"/>
    <w:rsid w:val="00470D99"/>
    <w:rsid w:val="00474F9B"/>
    <w:rsid w:val="00482C9D"/>
    <w:rsid w:val="00483969"/>
    <w:rsid w:val="00486107"/>
    <w:rsid w:val="00486B6E"/>
    <w:rsid w:val="00491827"/>
    <w:rsid w:val="004950A5"/>
    <w:rsid w:val="004A3456"/>
    <w:rsid w:val="004C4399"/>
    <w:rsid w:val="004C4BF4"/>
    <w:rsid w:val="004C787C"/>
    <w:rsid w:val="004D09FB"/>
    <w:rsid w:val="004E5C0E"/>
    <w:rsid w:val="004E6233"/>
    <w:rsid w:val="004E7A1F"/>
    <w:rsid w:val="004F4B9B"/>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2E15"/>
    <w:rsid w:val="0065610E"/>
    <w:rsid w:val="00656FB7"/>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3D6A"/>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4780"/>
    <w:rsid w:val="0090635B"/>
    <w:rsid w:val="00922385"/>
    <w:rsid w:val="009223DF"/>
    <w:rsid w:val="009310F3"/>
    <w:rsid w:val="00936091"/>
    <w:rsid w:val="00940D8A"/>
    <w:rsid w:val="00955569"/>
    <w:rsid w:val="009573FC"/>
    <w:rsid w:val="00962258"/>
    <w:rsid w:val="009678B7"/>
    <w:rsid w:val="0098223D"/>
    <w:rsid w:val="00992D9C"/>
    <w:rsid w:val="00996CB8"/>
    <w:rsid w:val="009977AD"/>
    <w:rsid w:val="009A4E1C"/>
    <w:rsid w:val="009B2E97"/>
    <w:rsid w:val="009B4201"/>
    <w:rsid w:val="009B5146"/>
    <w:rsid w:val="009B706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57AF"/>
    <w:rsid w:val="00AD5F1A"/>
    <w:rsid w:val="00AD6731"/>
    <w:rsid w:val="00B008D5"/>
    <w:rsid w:val="00B01D65"/>
    <w:rsid w:val="00B02F73"/>
    <w:rsid w:val="00B05B31"/>
    <w:rsid w:val="00B0619F"/>
    <w:rsid w:val="00B13A26"/>
    <w:rsid w:val="00B15D0D"/>
    <w:rsid w:val="00B16A01"/>
    <w:rsid w:val="00B16FC9"/>
    <w:rsid w:val="00B21424"/>
    <w:rsid w:val="00B22106"/>
    <w:rsid w:val="00B230D0"/>
    <w:rsid w:val="00B3273A"/>
    <w:rsid w:val="00B42F40"/>
    <w:rsid w:val="00B51939"/>
    <w:rsid w:val="00B51CA8"/>
    <w:rsid w:val="00B527AD"/>
    <w:rsid w:val="00B5431A"/>
    <w:rsid w:val="00B626BC"/>
    <w:rsid w:val="00B75EE1"/>
    <w:rsid w:val="00B77481"/>
    <w:rsid w:val="00B77506"/>
    <w:rsid w:val="00B8518B"/>
    <w:rsid w:val="00B94303"/>
    <w:rsid w:val="00B95492"/>
    <w:rsid w:val="00B9726B"/>
    <w:rsid w:val="00B97CC3"/>
    <w:rsid w:val="00BA1285"/>
    <w:rsid w:val="00BA22AA"/>
    <w:rsid w:val="00BC06C4"/>
    <w:rsid w:val="00BD5DE9"/>
    <w:rsid w:val="00BD7E32"/>
    <w:rsid w:val="00BD7E91"/>
    <w:rsid w:val="00BD7F0D"/>
    <w:rsid w:val="00C02D0A"/>
    <w:rsid w:val="00C03A6E"/>
    <w:rsid w:val="00C129C7"/>
    <w:rsid w:val="00C226C0"/>
    <w:rsid w:val="00C41F7A"/>
    <w:rsid w:val="00C42FE6"/>
    <w:rsid w:val="00C44F6A"/>
    <w:rsid w:val="00C50C28"/>
    <w:rsid w:val="00C52164"/>
    <w:rsid w:val="00C6198E"/>
    <w:rsid w:val="00C708EA"/>
    <w:rsid w:val="00C74A2E"/>
    <w:rsid w:val="00C778A5"/>
    <w:rsid w:val="00C94BB8"/>
    <w:rsid w:val="00C95162"/>
    <w:rsid w:val="00C97991"/>
    <w:rsid w:val="00CA0340"/>
    <w:rsid w:val="00CA28D4"/>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3663"/>
    <w:rsid w:val="00D5439C"/>
    <w:rsid w:val="00D6163D"/>
    <w:rsid w:val="00D65A55"/>
    <w:rsid w:val="00D66953"/>
    <w:rsid w:val="00D831A3"/>
    <w:rsid w:val="00D97BE3"/>
    <w:rsid w:val="00DA3711"/>
    <w:rsid w:val="00DA5988"/>
    <w:rsid w:val="00DA734B"/>
    <w:rsid w:val="00DB530D"/>
    <w:rsid w:val="00DC738E"/>
    <w:rsid w:val="00DD46F3"/>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5747"/>
    <w:rsid w:val="00EE65E1"/>
    <w:rsid w:val="00EF522C"/>
    <w:rsid w:val="00F016C7"/>
    <w:rsid w:val="00F05942"/>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9B70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9B706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02963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6DC16D7-A556-45D9-B383-2ED67209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1394</TotalTime>
  <Pages>26</Pages>
  <Words>4165</Words>
  <Characters>24576</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141</cp:revision>
  <cp:lastPrinted>2020-07-17T13:27:00Z</cp:lastPrinted>
  <dcterms:created xsi:type="dcterms:W3CDTF">2019-03-07T16:18:00Z</dcterms:created>
  <dcterms:modified xsi:type="dcterms:W3CDTF">2020-12-02T12:29:00Z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